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4C5D3" w:themeColor="background2" w:themeShade="E5"/>
  <w:body>
    <w:sdt>
      <w:sdtPr>
        <w:id w:val="1938736"/>
        <w:docPartObj>
          <w:docPartGallery w:val="Cover Pages"/>
          <w:docPartUnique/>
        </w:docPartObj>
      </w:sdtPr>
      <w:sdtEndPr>
        <w:rPr>
          <w:caps/>
        </w:rPr>
      </w:sdtEndPr>
      <w:sdtContent>
        <w:p w:rsidR="005F1D37" w:rsidRDefault="005F1D37"/>
        <w:p w:rsidR="005F1D37" w:rsidRDefault="00982FF8">
          <w:r>
            <w:rPr>
              <w:noProof/>
            </w:rPr>
            <w:pict>
              <v:group id="_x0000_s1266" style="position:absolute;margin-left:0;margin-top:0;width:595.3pt;height:700.15pt;z-index:251789312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26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268" style="position:absolute;left:-6;top:3717;width:12189;height:3550" coordorigin="18,7468" coordsize="12189,3550">
                    <v:shape id="_x0000_s1269" style="position:absolute;left:18;top:7837;width:7132;height:2863;mso-width-relative:page;mso-height-relative:page" coordsize="7132,2863" path="m,l17,2863,7132,2578r,-2378l,xe" fillcolor="#de9bb2 [1620]" stroked="f">
                      <v:fill opacity=".5"/>
                      <v:path arrowok="t"/>
                    </v:shape>
                    <v:shape id="_x0000_s1270" style="position:absolute;left:7150;top:7468;width:3466;height:3550;mso-width-relative:page;mso-height-relative:page" coordsize="3466,3550" path="m,569l,2930r3466,620l3466,,,569xe" fillcolor="#eecdd9 [820]" stroked="f">
                      <v:fill opacity=".5"/>
                      <v:path arrowok="t"/>
                    </v:shape>
                    <v:shape id="_x0000_s1271" style="position:absolute;left:10616;top:7468;width:1591;height:3550;mso-width-relative:page;mso-height-relative:page" coordsize="1591,3550" path="m,l,3550,1591,2746r,-2009l,xe" fillcolor="#de9bb2 [1620]" stroked="f">
                      <v:fill opacity=".5"/>
                      <v:path arrowok="t"/>
                    </v:shape>
                  </v:group>
                  <v:shape id="_x0000_s1272" style="position:absolute;left:8071;top:4069;width:4120;height:2913;mso-width-relative:page;mso-height-relative:page" coordsize="4120,2913" path="m1,251l,2662r4120,251l4120,,1,251xe" fillcolor="#cf6da4 [3208]" strokecolor="#f2f2f2 [3041]" strokeweight="3pt">
                    <v:shadow on="t" type="perspective" color="#762753 [1608]" opacity=".5" offset="1pt" offset2="-1pt"/>
                    <v:path arrowok="t"/>
                  </v:shape>
                  <v:shape id="_x0000_s127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27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275" style="position:absolute;left:17;top:3617;width:2076;height:3851;mso-width-relative:page;mso-height-relative:page" coordsize="2076,3851" path="m,921l2060,r16,3851l,2981,,921xe" fillcolor="#eecdd9 [820]" stroked="f">
                    <v:fill opacity="45875f"/>
                    <v:path arrowok="t"/>
                  </v:shape>
                  <v:shape id="_x0000_s1276" style="position:absolute;left:2077;top:3617;width:6011;height:3835;mso-width-relative:page;mso-height-relative:page" coordsize="6011,3835" path="m,l17,3835,6011,2629r,-1390l,xe" fillcolor="#de9bb2 [1620]" stroked="f">
                    <v:fill opacity="45875f"/>
                    <v:path arrowok="t"/>
                  </v:shape>
                  <v:shape id="_x0000_s1277" style="position:absolute;left:8088;top:3835;width:4102;height:3432;mso-width-relative:page;mso-height-relative:page" coordsize="4102,3432" path="m,1038l,2411,4102,3432,4102,,,1038xe" fillcolor="#eecdd9 [820]" stroked="f">
                    <v:fill opacity="45875f"/>
                    <v:path arrowok="t"/>
                  </v:shape>
                </v:group>
                <v:rect id="_x0000_s1278" style="position:absolute;left:1800;top:1440;width:8638;height:3444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278;mso-fit-shape-to-text:t">
                    <w:txbxContent>
                      <w:p w:rsidR="005F1D37" w:rsidRDefault="005B2166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noProof/>
                            <w:color w:val="808080" w:themeColor="text1" w:themeTint="7F"/>
                            <w:sz w:val="32"/>
                            <w:szCs w:val="32"/>
                            <w:lang w:eastAsia="es-ES"/>
                          </w:rPr>
                          <w:drawing>
                            <wp:inline distT="0" distB="0" distL="0" distR="0">
                              <wp:extent cx="2152650" cy="2066925"/>
                              <wp:effectExtent l="114300" t="76200" r="95250" b="85725"/>
                              <wp:docPr id="3" name="2 Imagen" descr="image (4)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(4).jpg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55051" cy="20692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shade val="85000"/>
                                        </a:srgbClr>
                                      </a:solidFill>
                                      <a:ln w="88900" cap="sq">
                                        <a:solidFill>
                                          <a:schemeClr val="accent1"/>
                                        </a:solidFill>
                                        <a:miter lim="800000"/>
                                      </a:ln>
                                      <a:effectLst>
                                        <a:outerShdw blurRad="55000" dist="18000" dir="5400000" algn="tl" rotWithShape="0">
                                          <a:srgbClr val="000000">
                                            <a:alpha val="40000"/>
                                          </a:srgbClr>
                                        </a:outerShdw>
                                      </a:effectLst>
                                      <a:scene3d>
                                        <a:camera prst="orthographicFront"/>
                                        <a:lightRig rig="twoPt" dir="t">
                                          <a:rot lat="0" lon="0" rev="7200000"/>
                                        </a:lightRig>
                                      </a:scene3d>
                                      <a:sp3d>
                                        <a:bevelT w="25400" h="19050"/>
                                        <a:contourClr>
                                          <a:srgbClr val="FFFFFF"/>
                                        </a:contourClr>
                                      </a:sp3d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_x0000_s1279" style="position:absolute;left:6494;top:11160;width:4998;height:1312;mso-position-horizontal-relative:margin;mso-position-vertical-relative:margin" filled="f" stroked="f">
                  <v:textbox style="mso-next-textbox:#_x0000_s1279;mso-fit-shape-to-text:t">
                    <w:txbxContent>
                      <w:p w:rsidR="005F1D37" w:rsidRDefault="005F1D37" w:rsidP="005F1D37">
                        <w:pPr>
                          <w:jc w:val="right"/>
                          <w:rPr>
                            <w:sz w:val="96"/>
                            <w:szCs w:val="96"/>
                          </w:rPr>
                        </w:pPr>
                        <w:r>
                          <w:rPr>
                            <w:sz w:val="96"/>
                            <w:szCs w:val="96"/>
                          </w:rPr>
                          <w:t>2012</w:t>
                        </w:r>
                      </w:p>
                    </w:txbxContent>
                  </v:textbox>
                </v:rect>
                <v:rect id="_x0000_s128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280">
                    <w:txbxContent>
                      <w:sdt>
                        <w:sdtPr>
                          <w:rPr>
                            <w:b/>
                            <w:bCs/>
                            <w:sz w:val="72"/>
                            <w:szCs w:val="72"/>
                          </w:rPr>
                          <w:alias w:val="Título"/>
                          <w:id w:val="1938760"/>
                          <w:placeholder>
                            <w:docPart w:val="02BDEC3FEC7B4C49B4D3552F925C6D81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F1D37" w:rsidRDefault="00F70919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Currículum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B83D68" w:themeColor="accent1"/>
                            <w:sz w:val="40"/>
                            <w:szCs w:val="40"/>
                          </w:rPr>
                          <w:alias w:val="Subtítulo"/>
                          <w:id w:val="1938761"/>
                          <w:placeholder>
                            <w:docPart w:val="A2DF0A9BC7604C40BCD10D8184C77A57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F1D37" w:rsidRDefault="005F1D37">
                            <w:pPr>
                              <w:rPr>
                                <w:b/>
                                <w:bCs/>
                                <w:color w:val="B83D68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83D68" w:themeColor="accent1"/>
                                <w:sz w:val="40"/>
                                <w:szCs w:val="40"/>
                              </w:rPr>
                              <w:t>Vitae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  <w:alias w:val="Autor"/>
                          <w:id w:val="1938762"/>
                          <w:placeholder>
                            <w:docPart w:val="5B4A37D8242F47AFA3B9FF1DA6CDE348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F1D37" w:rsidRDefault="005B2166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Silvia C S</w:t>
                            </w:r>
                          </w:p>
                        </w:sdtContent>
                      </w:sdt>
                      <w:p w:rsidR="005F1D37" w:rsidRDefault="005F1D37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5F1D37" w:rsidRDefault="005F1D37">
          <w:pPr>
            <w:spacing w:after="200"/>
            <w:contextualSpacing w:val="0"/>
          </w:pPr>
          <w:r>
            <w:rPr>
              <w:caps/>
            </w:rPr>
            <w:br w:type="page"/>
          </w:r>
        </w:p>
      </w:sdtContent>
    </w:sdt>
    <w:p w:rsidR="001D546A" w:rsidRDefault="00982FF8" w:rsidP="001D546A">
      <w:pPr>
        <w:pStyle w:val="Prrafodelista"/>
        <w:rPr>
          <w:rFonts w:ascii="Calibri" w:hAnsi="Calibri" w:cs="Calibri"/>
        </w:rPr>
        <w:sectPr w:rsidR="001D546A" w:rsidSect="001D54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1"/>
          <w:pgMar w:top="1440" w:right="1440" w:bottom="1440" w:left="1800" w:header="709" w:footer="709" w:gutter="0"/>
          <w:cols w:space="720"/>
          <w:titlePg/>
          <w:docGrid w:linePitch="360"/>
        </w:sectPr>
      </w:pPr>
      <w:r>
        <w:rPr>
          <w:rFonts w:ascii="Calibri" w:hAnsi="Calibri" w:cs="Calibri"/>
          <w:noProof/>
          <w:lang w:eastAsia="es-ES"/>
        </w:rPr>
        <w:lastRenderedPageBreak/>
        <w:pict>
          <v:group id="_x0000_s1296" style="position:absolute;left:0;text-align:left;margin-left:469.75pt;margin-top:-11.7pt;width:130.25pt;height:844.65pt;z-index:251796480;mso-position-horizontal-relative:page;mso-position-vertical-relative:page" coordorigin="8904,-305" coordsize="2993,16632">
            <v:group id="_x0000_s1297" style="position:absolute;left:9695;top:-305;width:2202;height:16632" coordorigin="9695,-305" coordsize="2202,1663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98" type="#_x0000_t32" style="position:absolute;left:9695;top:-289;width:0;height:16106;mso-height-percent:1020;mso-left-percent:790;mso-top-percent:-20;mso-position-horizontal-relative:page;mso-position-vertical-relative:page;mso-height-percent:1020;mso-left-percent:790;mso-top-percent:-20;mso-width-relative:right-margin-area" o:connectortype="straight" strokecolor="#e4afc1 [1300]" strokeweight="2.25pt"/>
              <v:group id="_x0000_s1299" style="position:absolute;left:10048;top:-305;width:1849;height:16632" coordorigin="10055,-317" coordsize="1849,16632">
                <v:rect id="_x0000_s1300" style="position:absolute;left:10314;top:-317;width:1512;height:16632;mso-height-percent:1050;mso-left-percent:855;mso-top-percent:-20;mso-position-horizontal-relative:margin;mso-position-vertical-relative:page;mso-height-percent:1050;mso-left-percent:855;mso-top-percent:-20" fillcolor="#b83d68 [3204]" stroked="f" strokecolor="#bfb675">
                  <v:fill color2="#d787a3 [1940]" rotate="t" angle="-90" focusposition="1" focussize="" type="gradient"/>
                </v:rect>
                <v:shape id="_x0000_s1301" type="#_x0000_t32" style="position:absolute;left:11904;top:-294;width:0;height:16585;mso-height-percent:1050;mso-left-percent:1000;mso-top-percent:-20;mso-position-horizontal-relative:margin;mso-position-vertical-relative:page;mso-height-percent:1050;mso-left-percent:1000;mso-top-percent:-20;mso-width-relative:right-margin-area" o:connectortype="straight" strokecolor="#b83d68 [3204]" strokeweight="2.25pt"/>
                <v:shape id="_x0000_s1302" type="#_x0000_t32" style="position:absolute;left:10198;top:-271;width:0;height:16540;mso-height-percent:1050;mso-left-percent:840;mso-top-percent:-20;mso-position-horizontal-relative:margin;mso-position-vertical-relative:page;mso-height-percent:1050;mso-left-percent:840;mso-top-percent:-20;mso-width-relative:right-margin-area" o:connectortype="straight" strokecolor="#e4afc1 [1300]" strokeweight="4.5pt"/>
                <v:shape id="_x0000_s1303" type="#_x0000_t32" style="position:absolute;left:10055;top:-306;width:0;height:16610;mso-height-percent:1050;mso-left-percent:830;mso-top-percent:-20;mso-position-horizontal-relative:margin;mso-position-vertical-relative:page;mso-height-percent:1050;mso-left-percent:830;mso-top-percent:-20;mso-width-relative:right-margin-area" o:connectortype="straight" strokecolor="#d787a3 [1940]" strokeweight="1pt"/>
              </v:group>
            </v:group>
            <v:oval id="_x0000_s1304" style="position:absolute;left:8904;top:11910;width:1737;height:1687;mso-left-percent:725;mso-top-percent:750;mso-position-horizontal-relative:page;mso-position-vertical-relative:page;mso-left-percent:725;mso-top-percent:750" fillcolor="#b83d68 [3204]" strokecolor="#b83d68 [3204]" strokeweight="3pt">
              <v:stroke linestyle="thinThin"/>
            </v:oval>
            <w10:wrap anchorx="page" anchory="page"/>
          </v:group>
        </w:pict>
      </w:r>
    </w:p>
    <w:p w:rsidR="001F4C45" w:rsidRPr="001F4C45" w:rsidRDefault="001F4C45" w:rsidP="001F4C45">
      <w:pPr>
        <w:ind w:right="397"/>
        <w:rPr>
          <w:rFonts w:ascii="Calibri" w:hAnsi="Calibri" w:cs="Calibri"/>
          <w:b/>
          <w:color w:val="000000"/>
          <w:sz w:val="28"/>
          <w:szCs w:val="28"/>
          <w:shd w:val="clear" w:color="auto" w:fill="FFFFFF"/>
        </w:rPr>
      </w:pPr>
      <w:r>
        <w:rPr>
          <w:rFonts w:ascii="Calibri" w:hAnsi="Calibri"/>
          <w:b/>
          <w:color w:val="B83D68" w:themeColor="accent1"/>
          <w:sz w:val="28"/>
          <w:szCs w:val="28"/>
        </w:rPr>
        <w:lastRenderedPageBreak/>
        <w:t>Información básica</w:t>
      </w:r>
    </w:p>
    <w:p w:rsidR="001F4C45" w:rsidRDefault="001F4C45" w:rsidP="001D546A">
      <w:pPr>
        <w:ind w:right="397"/>
        <w:rPr>
          <w:rFonts w:ascii="Calibri" w:hAnsi="Calibri" w:cs="Calibri"/>
          <w:color w:val="000000"/>
          <w:shd w:val="clear" w:color="auto" w:fill="FFFFFF"/>
        </w:rPr>
      </w:pPr>
    </w:p>
    <w:p w:rsidR="001D546A" w:rsidRDefault="001D546A" w:rsidP="001D546A">
      <w:pPr>
        <w:pStyle w:val="Prrafodelista"/>
        <w:numPr>
          <w:ilvl w:val="0"/>
          <w:numId w:val="25"/>
        </w:numPr>
        <w:ind w:left="0" w:right="397"/>
        <w:rPr>
          <w:rFonts w:ascii="Calibri" w:hAnsi="Calibri" w:cs="Calibri"/>
        </w:rPr>
      </w:pPr>
      <w:r>
        <w:rPr>
          <w:rFonts w:ascii="Calibri" w:hAnsi="Calibri" w:cs="Calibri"/>
        </w:rPr>
        <w:t>Organizaci</w:t>
      </w:r>
      <w:r w:rsidR="00982FF8" w:rsidRPr="00982FF8">
        <w:pict>
          <v:rect id="_x0000_s1284" style="position:absolute;left:0;text-align:left;margin-left:502.3pt;margin-top:0;width:90pt;height:11in;z-index:251792384;mso-height-percent:1000;mso-left-percent:820;mso-position-horizontal-relative:page;mso-position-vertical:center;mso-position-vertical-relative:page;mso-height-percent:1000;mso-left-percent:820;mso-width-relative:right-margin-area" filled="f" stroked="f" strokecolor="black [3213]">
            <v:textbox style="layout-flow:vertical;mso-next-textbox:#_x0000_s1284" inset="3.6pt,54pt,3.6pt,180pt">
              <w:txbxContent>
                <w:sdt>
                  <w:sdtPr>
                    <w:rPr>
                      <w:caps/>
                      <w:color w:val="FFFFFF" w:themeColor="background1"/>
                      <w:sz w:val="44"/>
                      <w:szCs w:val="44"/>
                    </w:rPr>
                    <w:id w:val="1939069"/>
                    <w:placeholder>
                      <w:docPart w:val="86E389D579B44E73B47BD338E41FFB55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p w:rsidR="001D546A" w:rsidRDefault="005B2166" w:rsidP="001D546A">
                      <w:pP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  <w:t>Silvia C S</w:t>
                      </w:r>
                    </w:p>
                  </w:sdtContent>
                </w:sdt>
                <w:p w:rsidR="001D546A" w:rsidRDefault="00982FF8" w:rsidP="001D546A">
                  <w:pPr>
                    <w:spacing w:line="240" w:lineRule="auto"/>
                    <w:rPr>
                      <w:color w:val="FFFFFF" w:themeColor="background1"/>
                      <w:sz w:val="22"/>
                      <w:szCs w:val="22"/>
                    </w:rPr>
                  </w:pPr>
                  <w:sdt>
                    <w:sdtPr>
                      <w:rPr>
                        <w:color w:val="FFFFFF" w:themeColor="background1"/>
                        <w:sz w:val="22"/>
                        <w:szCs w:val="22"/>
                      </w:rPr>
                      <w:id w:val="1939070"/>
                      <w:placeholder>
                        <w:docPart w:val="B62968EF89FF4DDEA6D359E05F51311A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  <w:sz w:val="22"/>
                          <w:szCs w:val="22"/>
                        </w:rPr>
                        <w:t>[Escriba su dirección]</w:t>
                      </w:r>
                    </w:sdtContent>
                  </w:sdt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F097"/>
                  </w:r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71"/>
                      <w:placeholder>
                        <w:docPart w:val="6BE1B1044E0845059613B9E1B3A35FCD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número de teléfono]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0097"/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72"/>
                      <w:placeholder>
                        <w:docPart w:val="67976A552EC14132B444D17336E6AF3B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dirección de correo electrónico]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</w:p>
              </w:txbxContent>
            </v:textbox>
            <w10:wrap anchorx="page" anchory="page"/>
          </v:rect>
        </w:pict>
      </w:r>
      <w:r w:rsidR="00982FF8" w:rsidRPr="00982FF8">
        <w:pict>
          <v:rect id="_x0000_s1295" style="position:absolute;left:0;text-align:left;margin-left:502.3pt;margin-top:0;width:90pt;height:11in;z-index:251795456;mso-height-percent:1000;mso-left-percent:820;mso-position-horizontal-relative:page;mso-position-vertical:center;mso-position-vertical-relative:page;mso-height-percent:1000;mso-left-percent:820;mso-width-relative:right-margin-area" filled="f" stroked="f" strokecolor="black [3213]">
            <v:textbox style="layout-flow:vertical;mso-next-textbox:#_x0000_s1295" inset="3.6pt,54pt,3.6pt,180pt">
              <w:txbxContent>
                <w:sdt>
                  <w:sdtPr>
                    <w:rPr>
                      <w:caps/>
                      <w:color w:val="FFFFFF" w:themeColor="background1"/>
                      <w:sz w:val="44"/>
                      <w:szCs w:val="44"/>
                    </w:rPr>
                    <w:id w:val="1939065"/>
                    <w:placeholder>
                      <w:docPart w:val="B8F750C81F1A472681556C64753C9F0C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p w:rsidR="001D546A" w:rsidRDefault="005B2166" w:rsidP="001D546A">
                      <w:pP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  <w:t>Silvia C S</w:t>
                      </w:r>
                    </w:p>
                  </w:sdtContent>
                </w:sdt>
                <w:p w:rsidR="001D546A" w:rsidRDefault="00982FF8" w:rsidP="001D546A">
                  <w:pPr>
                    <w:spacing w:line="240" w:lineRule="auto"/>
                    <w:rPr>
                      <w:color w:val="FFFFFF" w:themeColor="background1"/>
                      <w:sz w:val="22"/>
                      <w:szCs w:val="22"/>
                    </w:rPr>
                  </w:pPr>
                  <w:sdt>
                    <w:sdtPr>
                      <w:rPr>
                        <w:color w:val="FFFFFF" w:themeColor="background1"/>
                        <w:sz w:val="22"/>
                        <w:szCs w:val="22"/>
                      </w:rPr>
                      <w:id w:val="1939066"/>
                      <w:placeholder>
                        <w:docPart w:val="1E00F30FCF2441EB841046CA485F51F8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  <w:sz w:val="22"/>
                          <w:szCs w:val="22"/>
                        </w:rPr>
                        <w:t>[Escriba su dirección]</w:t>
                      </w:r>
                    </w:sdtContent>
                  </w:sdt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F097"/>
                  </w:r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67"/>
                      <w:placeholder>
                        <w:docPart w:val="A030228FEB22446084E0EE4372E93D1B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número de teléfono]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0097"/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68"/>
                      <w:placeholder>
                        <w:docPart w:val="A44595F472DB40FF88AF6AC93E1740F4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dirección de correo electrónico]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</w:p>
              </w:txbxContent>
            </v:textbox>
            <w10:wrap anchorx="page" anchory="page"/>
          </v:rect>
        </w:pict>
      </w:r>
      <w:r w:rsidR="00982FF8" w:rsidRPr="00982FF8">
        <w:pict>
          <v:oval id="_x0000_s1285" style="position:absolute;left:0;text-align:left;margin-left:294.35pt;margin-top:542.25pt;width:186.2pt;height:183.3pt;flip:x;z-index:251793408;mso-left-percent:520;mso-position-horizontal-relative:margin;mso-position-vertical-relative:bottom-margin-area;mso-left-percent:520" fillcolor="#fe8637" strokecolor="#fe8637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  <w:r w:rsidR="00982FF8" w:rsidRPr="00982FF8">
        <w:pict>
          <v:oval id="_x0000_s1283" style="position:absolute;left:0;text-align:left;margin-left:294.35pt;margin-top:542.25pt;width:186.2pt;height:183.3pt;flip:x;z-index:251791360;mso-left-percent:520;mso-position-horizontal-relative:margin;mso-position-vertical-relative:bottom-margin-area;mso-left-percent:520" fillcolor="#fe8637" strokecolor="#fe8637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  <w:r>
        <w:rPr>
          <w:rFonts w:ascii="Calibri" w:hAnsi="Calibri" w:cs="Calibri"/>
        </w:rPr>
        <w:t xml:space="preserve">ón </w:t>
      </w:r>
      <w:r w:rsidRPr="001D546A">
        <w:rPr>
          <w:rFonts w:ascii="Calibri" w:hAnsi="Calibri" w:cs="Calibri"/>
        </w:rPr>
        <w:t>de eventos, relaciones publicas y comunicación.</w:t>
      </w:r>
      <w:r w:rsidR="005B2166">
        <w:rPr>
          <w:rFonts w:ascii="Calibri" w:hAnsi="Calibri" w:cs="Calibri"/>
        </w:rPr>
        <w:t xml:space="preserve">   </w:t>
      </w:r>
    </w:p>
    <w:p w:rsidR="001D546A" w:rsidRPr="001D546A" w:rsidRDefault="001D546A" w:rsidP="001D546A">
      <w:pPr>
        <w:pStyle w:val="Prrafodelista"/>
        <w:numPr>
          <w:ilvl w:val="0"/>
          <w:numId w:val="25"/>
        </w:numPr>
        <w:ind w:left="0" w:right="397"/>
        <w:rPr>
          <w:rFonts w:ascii="Calibri" w:hAnsi="Calibri" w:cs="Calibri"/>
        </w:rPr>
      </w:pPr>
      <w:r>
        <w:rPr>
          <w:rFonts w:ascii="Calibri" w:hAnsi="Calibri" w:cs="Calibri"/>
        </w:rPr>
        <w:t>Años de experiencia en el sector, tres.</w:t>
      </w:r>
    </w:p>
    <w:p w:rsidR="001D546A" w:rsidRDefault="001D546A" w:rsidP="001D546A">
      <w:pPr>
        <w:pStyle w:val="Prrafodelista"/>
        <w:numPr>
          <w:ilvl w:val="0"/>
          <w:numId w:val="25"/>
        </w:numPr>
        <w:ind w:left="0" w:right="397"/>
        <w:rPr>
          <w:rFonts w:ascii="Calibri" w:hAnsi="Calibri" w:cs="Calibri"/>
        </w:rPr>
      </w:pPr>
      <w:r w:rsidRPr="001D546A">
        <w:rPr>
          <w:rFonts w:ascii="Calibri" w:hAnsi="Calibri" w:cs="Calibri"/>
        </w:rPr>
        <w:t xml:space="preserve">Años </w:t>
      </w:r>
      <w:r>
        <w:rPr>
          <w:rFonts w:ascii="Calibri" w:hAnsi="Calibri" w:cs="Calibri"/>
        </w:rPr>
        <w:t>enciia en la coordinación de eventos (tanto en el contacto con proveedores, selección del lugar , gestión logística,etc..) y acciones de comunicación y promoción de eventos de prensa , tanto televisicvos como de radio e internet</w:t>
      </w:r>
      <w:r w:rsidR="00CC0C40">
        <w:rPr>
          <w:rFonts w:ascii="Calibri" w:hAnsi="Calibri" w:cs="Calibri"/>
        </w:rPr>
        <w:t>.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Pr="00CC0C40" w:rsidRDefault="00CC0C40" w:rsidP="00CC0C40">
      <w:pPr>
        <w:pStyle w:val="Encabezadodetabladecontenido"/>
        <w:tabs>
          <w:tab w:val="center" w:pos="3543"/>
        </w:tabs>
        <w:spacing w:before="0" w:line="240" w:lineRule="auto"/>
        <w:ind w:left="284" w:hanging="284"/>
        <w:outlineLvl w:val="0"/>
        <w:rPr>
          <w:color w:val="B83D68" w:themeColor="accent1"/>
        </w:rPr>
      </w:pPr>
      <w:r w:rsidRPr="00CC0C40">
        <w:rPr>
          <w:color w:val="B83D68" w:themeColor="accent1"/>
          <w:lang w:val="es-ES"/>
        </w:rPr>
        <w:t>Habilidades / Capacidades</w:t>
      </w:r>
      <w:r w:rsidRPr="00CC0C40">
        <w:rPr>
          <w:color w:val="B83D68" w:themeColor="accent1"/>
          <w:lang w:val="es-ES"/>
        </w:rPr>
        <w:tab/>
      </w:r>
    </w:p>
    <w:p w:rsidR="00CC0C40" w:rsidRDefault="00CC0C40" w:rsidP="00CC0C40">
      <w:pPr>
        <w:rPr>
          <w:lang w:val="es-ES_tradnl"/>
        </w:rPr>
      </w:pPr>
    </w:p>
    <w:p w:rsidR="00CC0C40" w:rsidRDefault="00CC0C40" w:rsidP="00CC0C40">
      <w:pPr>
        <w:rPr>
          <w:rFonts w:ascii="Calibri" w:hAnsi="Calibri" w:cs="Calibri"/>
        </w:rPr>
      </w:pPr>
      <w:r w:rsidRPr="00305FE0">
        <w:rPr>
          <w:rFonts w:ascii="Calibri" w:hAnsi="Calibri" w:cs="Calibri"/>
        </w:rPr>
        <w:t>Capacidad para coordinar y dirigir personas,</w:t>
      </w:r>
      <w:r>
        <w:rPr>
          <w:rFonts w:ascii="Calibri" w:hAnsi="Calibri" w:cs="Calibri"/>
        </w:rPr>
        <w:t>me considero una persona trabajadora.</w:t>
      </w:r>
    </w:p>
    <w:p w:rsidR="00CC0C40" w:rsidRPr="00305FE0" w:rsidRDefault="00CC0C40" w:rsidP="00CC0C40">
      <w:pPr>
        <w:rPr>
          <w:rFonts w:ascii="Calibri" w:hAnsi="Calibri" w:cs="Calibri"/>
        </w:rPr>
      </w:pPr>
      <w:r>
        <w:rPr>
          <w:rFonts w:ascii="Calibri" w:hAnsi="Calibri" w:cs="Calibri"/>
        </w:rPr>
        <w:t>Dispongo de una diversa y enriquecedora experiencia como profesional que me ha permitido adquirir los conocimientos y cualidades necesarios mapa desempeñar mi papel , dentro de la empresa, com la máxima efectividad y profesionalidad posible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Pr="001F4C45" w:rsidRDefault="00CC0C40" w:rsidP="00CC0C40">
      <w:pPr>
        <w:pStyle w:val="Encabezadodetabladecontenido"/>
        <w:spacing w:before="0" w:line="240" w:lineRule="auto"/>
        <w:outlineLvl w:val="0"/>
        <w:rPr>
          <w:color w:val="B83D68" w:themeColor="accent1"/>
        </w:rPr>
      </w:pPr>
      <w:r w:rsidRPr="001F4C45">
        <w:rPr>
          <w:color w:val="B83D68" w:themeColor="accent1"/>
          <w:lang w:val="es-ES"/>
        </w:rPr>
        <w:t>Otros datos</w:t>
      </w:r>
    </w:p>
    <w:p w:rsidR="00CC0C40" w:rsidRDefault="00CC0C40" w:rsidP="00CC0C40">
      <w:pPr>
        <w:rPr>
          <w:b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rPr>
          <w:b/>
          <w:sz w:val="24"/>
          <w:szCs w:val="24"/>
        </w:rPr>
      </w:pPr>
      <w:r w:rsidRPr="00CC0C40">
        <w:rPr>
          <w:b/>
          <w:sz w:val="24"/>
          <w:szCs w:val="24"/>
        </w:rPr>
        <w:t>Idiomas-</w:t>
      </w:r>
    </w:p>
    <w:p w:rsidR="00CC0C40" w:rsidRDefault="00CC0C40" w:rsidP="00CC0C40">
      <w:pPr>
        <w:rPr>
          <w:rFonts w:ascii="Calibri" w:hAnsi="Calibri" w:cs="Calibri"/>
          <w:b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rPr>
          <w:rFonts w:ascii="Calibri" w:hAnsi="Calibri" w:cs="Calibri"/>
        </w:rPr>
      </w:pPr>
      <w:r w:rsidRPr="00CC0C40">
        <w:rPr>
          <w:rFonts w:ascii="Calibri" w:hAnsi="Calibri" w:cs="Calibri"/>
          <w:b/>
        </w:rPr>
        <w:t xml:space="preserve">Inglés: </w:t>
      </w:r>
      <w:r w:rsidRPr="00CC0C40">
        <w:rPr>
          <w:rFonts w:ascii="Calibri" w:hAnsi="Calibri" w:cs="Calibri"/>
        </w:rPr>
        <w:t>Nivel alto. TOEFL  , CAE  , SAT.</w:t>
      </w:r>
    </w:p>
    <w:p w:rsidR="00CC0C40" w:rsidRDefault="00CC0C40" w:rsidP="00CC0C40">
      <w:pPr>
        <w:pStyle w:val="Prrafodelista"/>
        <w:numPr>
          <w:ilvl w:val="0"/>
          <w:numId w:val="27"/>
        </w:numPr>
        <w:spacing w:after="120"/>
        <w:rPr>
          <w:rFonts w:ascii="Calibri" w:hAnsi="Calibri" w:cs="Calibri"/>
        </w:rPr>
      </w:pPr>
      <w:r w:rsidRPr="00CC0C40">
        <w:rPr>
          <w:rFonts w:ascii="Calibri" w:hAnsi="Calibri" w:cs="Calibri"/>
          <w:b/>
        </w:rPr>
        <w:t>Francés</w:t>
      </w:r>
      <w:r w:rsidRPr="00CC0C40">
        <w:rPr>
          <w:rFonts w:ascii="Calibri" w:hAnsi="Calibri" w:cs="Calibri"/>
        </w:rPr>
        <w:t>: Nivel avanzado.  DELF.</w:t>
      </w:r>
    </w:p>
    <w:p w:rsidR="00CC0C40" w:rsidRPr="00CC0C40" w:rsidRDefault="00CC0C40" w:rsidP="00CC0C40">
      <w:pPr>
        <w:spacing w:after="120"/>
        <w:rPr>
          <w:rFonts w:ascii="Calibri" w:hAnsi="Calibri" w:cs="Calibri"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spacing w:after="120"/>
        <w:rPr>
          <w:rFonts w:ascii="Calibri" w:hAnsi="Calibri" w:cs="Calibri"/>
          <w:b/>
          <w:sz w:val="24"/>
          <w:szCs w:val="24"/>
        </w:rPr>
      </w:pPr>
      <w:r w:rsidRPr="00CC0C40">
        <w:rPr>
          <w:rFonts w:ascii="Calibri" w:hAnsi="Calibri" w:cs="Calibri"/>
          <w:b/>
          <w:sz w:val="24"/>
          <w:szCs w:val="24"/>
        </w:rPr>
        <w:t>Informática</w:t>
      </w:r>
    </w:p>
    <w:p w:rsidR="00CC0C40" w:rsidRPr="00CC0C40" w:rsidRDefault="00CC0C40" w:rsidP="00CC0C40">
      <w:pPr>
        <w:pStyle w:val="Prrafodelista"/>
        <w:numPr>
          <w:ilvl w:val="0"/>
          <w:numId w:val="27"/>
        </w:numPr>
        <w:rPr>
          <w:rFonts w:ascii="Calibri" w:hAnsi="Calibri" w:cs="Calibri"/>
        </w:rPr>
      </w:pPr>
      <w:r w:rsidRPr="00CC0C40">
        <w:rPr>
          <w:rFonts w:ascii="Calibri" w:hAnsi="Calibri" w:cs="Calibri"/>
        </w:rPr>
        <w:t xml:space="preserve"> Nivel de conocimiento avanzado.  </w:t>
      </w:r>
      <w:r>
        <w:rPr>
          <w:rFonts w:ascii="Calibri" w:hAnsi="Calibri" w:cs="Calibri"/>
        </w:rPr>
        <w:t>Programas:</w:t>
      </w:r>
      <w:r w:rsidR="004861FF">
        <w:rPr>
          <w:rFonts w:ascii="Calibri" w:hAnsi="Calibri" w:cs="Calibri"/>
        </w:rPr>
        <w:t xml:space="preserve">  MICROSOFT , LINUX, Photoshop.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ind w:right="397"/>
        <w:rPr>
          <w:rFonts w:ascii="Calibri" w:hAnsi="Calibri" w:cs="Calibri"/>
          <w:b/>
          <w:sz w:val="24"/>
          <w:szCs w:val="24"/>
        </w:rPr>
      </w:pPr>
      <w:r w:rsidRPr="00CC0C40">
        <w:rPr>
          <w:rFonts w:ascii="Calibri" w:hAnsi="Calibri" w:cs="Calibri"/>
          <w:b/>
          <w:sz w:val="24"/>
          <w:szCs w:val="24"/>
        </w:rPr>
        <w:t>Poseo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Default="00CC0C40" w:rsidP="00CC0C40">
      <w:pPr>
        <w:pStyle w:val="Prrafodelista"/>
        <w:numPr>
          <w:ilvl w:val="0"/>
          <w:numId w:val="27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Carnet de conducir y coche propio.</w:t>
      </w:r>
    </w:p>
    <w:p w:rsidR="008315EA" w:rsidRPr="008315EA" w:rsidRDefault="008315EA" w:rsidP="008315EA">
      <w:pPr>
        <w:pStyle w:val="Prrafodelista"/>
        <w:rPr>
          <w:rFonts w:ascii="Calibri" w:hAnsi="Calibri" w:cs="Calibri"/>
        </w:rPr>
      </w:pPr>
    </w:p>
    <w:p w:rsidR="008315EA" w:rsidRDefault="008315EA" w:rsidP="00CC0C40">
      <w:pPr>
        <w:pStyle w:val="Prrafodelista"/>
        <w:numPr>
          <w:ilvl w:val="0"/>
          <w:numId w:val="27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Amplio número de recomendaciones , de todos y cada uno de los departamentos en los que he ejercido como profesional.</w:t>
      </w:r>
    </w:p>
    <w:p w:rsidR="008315EA" w:rsidRPr="008315EA" w:rsidRDefault="008315EA" w:rsidP="008315EA">
      <w:pPr>
        <w:pStyle w:val="Prrafodelista"/>
        <w:rPr>
          <w:rFonts w:ascii="Calibri" w:hAnsi="Calibri" w:cs="Calibri"/>
        </w:rPr>
      </w:pPr>
    </w:p>
    <w:p w:rsidR="008315EA" w:rsidRPr="008315EA" w:rsidRDefault="008315EA" w:rsidP="008315EA">
      <w:pPr>
        <w:pStyle w:val="Prrafodelista"/>
        <w:numPr>
          <w:ilvl w:val="0"/>
          <w:numId w:val="29"/>
        </w:numPr>
        <w:spacing w:line="240" w:lineRule="auto"/>
        <w:ind w:right="397"/>
        <w:rPr>
          <w:rFonts w:ascii="Calibri" w:hAnsi="Calibri" w:cs="Calibri"/>
          <w:sz w:val="18"/>
          <w:szCs w:val="18"/>
        </w:rPr>
      </w:pPr>
      <w:r w:rsidRPr="008315EA">
        <w:rPr>
          <w:rFonts w:ascii="Calibri" w:hAnsi="Calibri" w:cs="Calibri"/>
          <w:sz w:val="18"/>
          <w:szCs w:val="18"/>
        </w:rPr>
        <w:t xml:space="preserve">José Ramón Fernandez Fernandez: director ejecutivo de la empresa Hevents </w:t>
      </w:r>
    </w:p>
    <w:p w:rsidR="008315EA" w:rsidRPr="001F4C45" w:rsidRDefault="008315EA" w:rsidP="001F4C45">
      <w:pPr>
        <w:pStyle w:val="Prrafodelista"/>
        <w:numPr>
          <w:ilvl w:val="0"/>
          <w:numId w:val="32"/>
        </w:numPr>
        <w:spacing w:line="240" w:lineRule="auto"/>
        <w:ind w:right="397"/>
        <w:rPr>
          <w:rFonts w:ascii="Calibri" w:hAnsi="Calibri" w:cs="Calibri"/>
          <w:lang w:val="en-US"/>
        </w:rPr>
      </w:pPr>
      <w:r w:rsidRPr="001F4C45">
        <w:rPr>
          <w:rFonts w:ascii="Calibri" w:hAnsi="Calibri" w:cs="Calibri"/>
          <w:sz w:val="18"/>
          <w:szCs w:val="18"/>
          <w:lang w:val="en-US"/>
        </w:rPr>
        <w:t>joseramonfndz</w:t>
      </w:r>
      <w:r w:rsidR="001F4C45" w:rsidRPr="001F4C45">
        <w:rPr>
          <w:rFonts w:ascii="Calibri" w:hAnsi="Calibri" w:cs="Calibri"/>
          <w:sz w:val="18"/>
          <w:szCs w:val="18"/>
          <w:lang w:val="en-US"/>
        </w:rPr>
        <w:t>@</w:t>
      </w:r>
      <w:r w:rsidRPr="001F4C45">
        <w:rPr>
          <w:rFonts w:ascii="Calibri" w:hAnsi="Calibri" w:cs="Calibri"/>
          <w:sz w:val="18"/>
          <w:szCs w:val="18"/>
          <w:lang w:val="en-US"/>
        </w:rPr>
        <w:t>hevents.es /Telf. 9186632587/ Mov. 6285169887</w:t>
      </w:r>
    </w:p>
    <w:p w:rsidR="008315EA" w:rsidRPr="001F4C45" w:rsidRDefault="008315EA" w:rsidP="008315EA">
      <w:pPr>
        <w:pStyle w:val="Prrafodelista"/>
        <w:spacing w:line="240" w:lineRule="auto"/>
        <w:ind w:right="397"/>
        <w:rPr>
          <w:rFonts w:ascii="Calibri" w:hAnsi="Calibri" w:cs="Calibri"/>
          <w:lang w:val="en-US"/>
        </w:rPr>
      </w:pPr>
    </w:p>
    <w:p w:rsidR="008315EA" w:rsidRDefault="008315EA" w:rsidP="008315EA">
      <w:pPr>
        <w:pStyle w:val="Prrafodelista"/>
        <w:numPr>
          <w:ilvl w:val="0"/>
          <w:numId w:val="29"/>
        </w:numPr>
        <w:spacing w:line="240" w:lineRule="auto"/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María Crespo arias : coordinandora del departamento de organización de personal Hevents</w:t>
      </w:r>
    </w:p>
    <w:p w:rsidR="008315EA" w:rsidRPr="001F4C45" w:rsidRDefault="008315EA" w:rsidP="001F4C45">
      <w:pPr>
        <w:pStyle w:val="Prrafodelista"/>
        <w:numPr>
          <w:ilvl w:val="0"/>
          <w:numId w:val="31"/>
        </w:numPr>
        <w:spacing w:line="240" w:lineRule="auto"/>
        <w:ind w:right="397"/>
        <w:rPr>
          <w:rFonts w:ascii="Calibri" w:hAnsi="Calibri" w:cs="Calibri"/>
          <w:lang w:val="en-US"/>
        </w:rPr>
      </w:pPr>
      <w:r w:rsidRPr="001F4C45">
        <w:rPr>
          <w:rFonts w:ascii="Calibri" w:hAnsi="Calibri" w:cs="Calibri"/>
          <w:lang w:val="en-US"/>
        </w:rPr>
        <w:t>Mariacreparise</w:t>
      </w:r>
      <w:r w:rsidR="001F4C45" w:rsidRPr="001F4C45">
        <w:rPr>
          <w:rFonts w:ascii="Calibri" w:hAnsi="Calibri" w:cs="Calibri"/>
          <w:lang w:val="en-US"/>
        </w:rPr>
        <w:t>@</w:t>
      </w:r>
      <w:r w:rsidRPr="001F4C45">
        <w:rPr>
          <w:rFonts w:ascii="Calibri" w:hAnsi="Calibri" w:cs="Calibri"/>
          <w:lang w:val="en-US"/>
        </w:rPr>
        <w:t>hevents.es/ Telf.</w:t>
      </w:r>
      <w:r w:rsidRPr="001F4C45">
        <w:rPr>
          <w:rFonts w:ascii="Calibri" w:hAnsi="Calibri" w:cs="Calibri"/>
          <w:sz w:val="18"/>
          <w:szCs w:val="18"/>
          <w:lang w:val="en-US"/>
        </w:rPr>
        <w:t xml:space="preserve"> 9186632586/Mov.6857462456</w:t>
      </w:r>
    </w:p>
    <w:p w:rsidR="008315EA" w:rsidRPr="001F4C45" w:rsidRDefault="008315EA" w:rsidP="008315EA">
      <w:pPr>
        <w:spacing w:line="240" w:lineRule="auto"/>
        <w:ind w:right="397"/>
        <w:rPr>
          <w:rFonts w:ascii="Calibri" w:hAnsi="Calibri" w:cs="Calibri"/>
          <w:lang w:val="en-US"/>
        </w:rPr>
      </w:pPr>
    </w:p>
    <w:p w:rsidR="008315EA" w:rsidRDefault="008315EA" w:rsidP="008315EA">
      <w:pPr>
        <w:pStyle w:val="Prrafodelista"/>
        <w:numPr>
          <w:ilvl w:val="0"/>
          <w:numId w:val="29"/>
        </w:numPr>
        <w:spacing w:line="240" w:lineRule="auto"/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Feliciano Rodriguez Menendez: jefe de personal de la empesa La quinta de Illescas</w:t>
      </w:r>
    </w:p>
    <w:p w:rsidR="008315EA" w:rsidRPr="001F4C45" w:rsidRDefault="001F4C45" w:rsidP="001F4C45">
      <w:pPr>
        <w:pStyle w:val="Prrafodelista"/>
        <w:numPr>
          <w:ilvl w:val="0"/>
          <w:numId w:val="33"/>
        </w:numPr>
        <w:spacing w:line="240" w:lineRule="auto"/>
        <w:ind w:right="397"/>
        <w:rPr>
          <w:rFonts w:ascii="Calibri" w:hAnsi="Calibri" w:cs="Calibri"/>
        </w:rPr>
      </w:pPr>
      <w:r w:rsidRPr="001F4C45">
        <w:rPr>
          <w:rFonts w:ascii="Calibri" w:hAnsi="Calibri" w:cs="Calibri"/>
        </w:rPr>
        <w:t>Felcmenro2@gmail.com/Mov.6548739561</w:t>
      </w:r>
    </w:p>
    <w:p w:rsidR="001F4C45" w:rsidRDefault="001F4C45" w:rsidP="001F4C45">
      <w:pPr>
        <w:pStyle w:val="Prrafodelista"/>
        <w:spacing w:line="240" w:lineRule="auto"/>
        <w:ind w:right="397"/>
        <w:rPr>
          <w:rFonts w:ascii="Calibri" w:hAnsi="Calibri" w:cs="Calibri"/>
        </w:rPr>
      </w:pPr>
    </w:p>
    <w:p w:rsidR="001F4C45" w:rsidRDefault="001F4C45" w:rsidP="001F4C45">
      <w:pPr>
        <w:pStyle w:val="Prrafodelista"/>
        <w:numPr>
          <w:ilvl w:val="0"/>
          <w:numId w:val="28"/>
        </w:numPr>
        <w:spacing w:line="240" w:lineRule="auto"/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Cristina Herrero valdés : directora de organización y gestión de eventos singulares ,La Finca de Illescas.</w:t>
      </w:r>
    </w:p>
    <w:p w:rsidR="001F4C45" w:rsidRDefault="001F4C45" w:rsidP="001F4C45">
      <w:pPr>
        <w:pStyle w:val="Prrafodelista"/>
        <w:numPr>
          <w:ilvl w:val="0"/>
          <w:numId w:val="30"/>
        </w:numPr>
        <w:spacing w:line="240" w:lineRule="auto"/>
        <w:ind w:right="397"/>
        <w:rPr>
          <w:rFonts w:ascii="Calibri" w:hAnsi="Calibri" w:cs="Calibri"/>
        </w:rPr>
      </w:pPr>
      <w:r w:rsidRPr="001F4C45">
        <w:rPr>
          <w:rFonts w:ascii="Calibri" w:hAnsi="Calibri" w:cs="Calibri"/>
        </w:rPr>
        <w:t>cristinsnh@gmail.com/Mov.6094202525</w:t>
      </w:r>
    </w:p>
    <w:p w:rsidR="008315EA" w:rsidRPr="001F4C45" w:rsidRDefault="008315EA" w:rsidP="001F4C45">
      <w:pPr>
        <w:pStyle w:val="Prrafodelista"/>
        <w:spacing w:line="240" w:lineRule="auto"/>
        <w:ind w:right="397"/>
        <w:rPr>
          <w:rFonts w:ascii="Calibri" w:hAnsi="Calibri" w:cs="Calibri"/>
        </w:rPr>
      </w:pPr>
    </w:p>
    <w:p w:rsidR="008315EA" w:rsidRPr="008315EA" w:rsidRDefault="008315EA" w:rsidP="008315EA">
      <w:pPr>
        <w:ind w:right="397"/>
        <w:rPr>
          <w:rFonts w:ascii="Calibri" w:hAnsi="Calibri" w:cs="Calibri"/>
        </w:rPr>
      </w:pPr>
    </w:p>
    <w:p w:rsidR="00CC0C40" w:rsidRPr="00CC0C40" w:rsidRDefault="00CC0C40" w:rsidP="00CC0C40">
      <w:pPr>
        <w:pStyle w:val="Prrafodelista"/>
        <w:rPr>
          <w:rFonts w:ascii="Calibri" w:hAnsi="Calibri" w:cs="Calibri"/>
        </w:rPr>
      </w:pPr>
    </w:p>
    <w:p w:rsidR="00CC0C40" w:rsidRDefault="00CC0C40" w:rsidP="008315EA">
      <w:pPr>
        <w:pStyle w:val="Prrafodelista"/>
        <w:ind w:right="397"/>
        <w:rPr>
          <w:rFonts w:ascii="Calibri" w:hAnsi="Calibri" w:cs="Calibri"/>
        </w:rPr>
      </w:pPr>
    </w:p>
    <w:p w:rsidR="00CD2896" w:rsidRPr="00CD2896" w:rsidRDefault="00CD2896" w:rsidP="00CD2896">
      <w:pPr>
        <w:pStyle w:val="Encabezadodetabladecontenido"/>
        <w:spacing w:before="0" w:line="240" w:lineRule="auto"/>
        <w:outlineLvl w:val="0"/>
        <w:rPr>
          <w:color w:val="B83D68" w:themeColor="accent1"/>
          <w:lang w:val="es-ES"/>
        </w:rPr>
      </w:pPr>
      <w:r w:rsidRPr="00CD2896">
        <w:rPr>
          <w:color w:val="B83D68" w:themeColor="accent1"/>
          <w:lang w:val="es-ES"/>
        </w:rPr>
        <w:lastRenderedPageBreak/>
        <w:t>Formación académica</w:t>
      </w:r>
    </w:p>
    <w:p w:rsidR="00CD2896" w:rsidRPr="00586F52" w:rsidRDefault="00CD2896" w:rsidP="00CD2896">
      <w:pPr>
        <w:rPr>
          <w:lang w:eastAsia="es-ES_tradnl"/>
        </w:rPr>
      </w:pPr>
    </w:p>
    <w:p w:rsidR="00CD2896" w:rsidRPr="00CD2896" w:rsidRDefault="00CD2896" w:rsidP="00CD2896">
      <w:pPr>
        <w:pStyle w:val="Prrafodelista"/>
        <w:numPr>
          <w:ilvl w:val="0"/>
          <w:numId w:val="34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2006-2011</w:t>
      </w:r>
      <w:r w:rsidRPr="00CD2896">
        <w:rPr>
          <w:rFonts w:ascii="Calibri" w:hAnsi="Calibri" w:cs="Calibri"/>
        </w:rPr>
        <w:tab/>
        <w:t>Graduado escolar E.S.O.</w:t>
      </w:r>
    </w:p>
    <w:p w:rsidR="00CD2896" w:rsidRDefault="00CD2896" w:rsidP="00CD2896">
      <w:pPr>
        <w:pStyle w:val="Prrafodelista"/>
        <w:numPr>
          <w:ilvl w:val="0"/>
          <w:numId w:val="35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IES Diego Velázquez (Torrelodones)</w:t>
      </w:r>
    </w:p>
    <w:p w:rsidR="00CD2896" w:rsidRPr="00CD2896" w:rsidRDefault="00CD2896" w:rsidP="00CD2896">
      <w:pPr>
        <w:pStyle w:val="Prrafodelista"/>
        <w:rPr>
          <w:rFonts w:ascii="Calibri" w:hAnsi="Calibri" w:cs="Calibri"/>
        </w:rPr>
      </w:pPr>
    </w:p>
    <w:p w:rsidR="00CD2896" w:rsidRPr="00CD2896" w:rsidRDefault="00CD2896" w:rsidP="00CD2896">
      <w:pPr>
        <w:pStyle w:val="Prrafodelista"/>
        <w:numPr>
          <w:ilvl w:val="0"/>
          <w:numId w:val="34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2011-2013</w:t>
      </w:r>
      <w:r w:rsidRPr="00CD2896">
        <w:rPr>
          <w:rFonts w:ascii="Calibri" w:hAnsi="Calibri" w:cs="Calibri"/>
        </w:rPr>
        <w:tab/>
        <w:t>Titulado en Bachillerato</w:t>
      </w:r>
    </w:p>
    <w:p w:rsidR="00CD2896" w:rsidRPr="00CD2896" w:rsidRDefault="00CD2896" w:rsidP="00CD2896">
      <w:pPr>
        <w:pStyle w:val="Prrafodelista"/>
        <w:numPr>
          <w:ilvl w:val="0"/>
          <w:numId w:val="36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IES Diego Velázquez (Torrelodones)</w:t>
      </w:r>
    </w:p>
    <w:p w:rsidR="00CD2896" w:rsidRPr="00CD2896" w:rsidRDefault="00CD2896" w:rsidP="00CD2896">
      <w:pPr>
        <w:ind w:left="360"/>
        <w:rPr>
          <w:rFonts w:ascii="Calibri" w:hAnsi="Calibri" w:cs="Calibri"/>
        </w:rPr>
      </w:pPr>
    </w:p>
    <w:p w:rsidR="00CD2896" w:rsidRDefault="00CD2896" w:rsidP="00CD2896">
      <w:pPr>
        <w:pStyle w:val="Prrafodelista"/>
        <w:numPr>
          <w:ilvl w:val="0"/>
          <w:numId w:val="40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2014-2019</w:t>
      </w:r>
      <w:r w:rsidRPr="00CD2896">
        <w:rPr>
          <w:rFonts w:ascii="Calibri" w:hAnsi="Calibri" w:cs="Calibri"/>
        </w:rPr>
        <w:tab/>
      </w:r>
      <w:r w:rsidR="00982FF8">
        <w:rPr>
          <w:rFonts w:ascii="Calibri" w:hAnsi="Calibri" w:cs="Calibri"/>
          <w:noProof/>
          <w:lang w:eastAsia="es-ES"/>
        </w:rPr>
        <w:pict>
          <v:group id="_x0000_s1314" style="position:absolute;left:0;text-align:left;margin-left:464.25pt;margin-top:.3pt;width:147.75pt;height:844.65pt;z-index:251798528;mso-position-horizontal-relative:page;mso-position-vertical-relative:page" coordorigin="8904,-305" coordsize="2993,16632">
            <v:group id="_x0000_s1315" style="position:absolute;left:9695;top:-305;width:2202;height:16632" coordorigin="9695,-305" coordsize="2202,16632">
              <v:shape id="_x0000_s1316" type="#_x0000_t32" style="position:absolute;left:9695;top:-289;width:0;height:16106;mso-height-percent:1020;mso-left-percent:790;mso-top-percent:-20;mso-position-horizontal-relative:page;mso-position-vertical-relative:page;mso-height-percent:1020;mso-left-percent:790;mso-top-percent:-20;mso-width-relative:right-margin-area" o:connectortype="straight" strokecolor="#e4afc1 [1300]" strokeweight="2.25pt"/>
              <v:group id="_x0000_s1317" style="position:absolute;left:10048;top:-305;width:1849;height:16632" coordorigin="10055,-317" coordsize="1849,16632">
                <v:rect id="_x0000_s1318" style="position:absolute;left:10314;top:-317;width:1512;height:16632;mso-height-percent:1050;mso-left-percent:855;mso-top-percent:-20;mso-position-horizontal-relative:margin;mso-position-vertical-relative:page;mso-height-percent:1050;mso-left-percent:855;mso-top-percent:-20" fillcolor="#b83d68 [3204]" stroked="f" strokecolor="#bfb675">
                  <v:fill color2="#d787a3 [1940]" rotate="t" angle="-90" focusposition="1" focussize="" type="gradient"/>
                </v:rect>
                <v:shape id="_x0000_s1319" type="#_x0000_t32" style="position:absolute;left:11904;top:-294;width:0;height:16585;mso-height-percent:1050;mso-left-percent:1000;mso-top-percent:-20;mso-position-horizontal-relative:margin;mso-position-vertical-relative:page;mso-height-percent:1050;mso-left-percent:1000;mso-top-percent:-20;mso-width-relative:right-margin-area" o:connectortype="straight" strokecolor="#b83d68 [3204]" strokeweight="2.25pt"/>
                <v:shape id="_x0000_s1320" type="#_x0000_t32" style="position:absolute;left:10198;top:-271;width:0;height:16540;mso-height-percent:1050;mso-left-percent:840;mso-top-percent:-20;mso-position-horizontal-relative:margin;mso-position-vertical-relative:page;mso-height-percent:1050;mso-left-percent:840;mso-top-percent:-20;mso-width-relative:right-margin-area" o:connectortype="straight" strokecolor="#e4afc1 [1300]" strokeweight="4.5pt"/>
                <v:shape id="_x0000_s1321" type="#_x0000_t32" style="position:absolute;left:10055;top:-306;width:0;height:16610;mso-height-percent:1050;mso-left-percent:830;mso-top-percent:-20;mso-position-horizontal-relative:margin;mso-position-vertical-relative:page;mso-height-percent:1050;mso-left-percent:830;mso-top-percent:-20;mso-width-relative:right-margin-area" o:connectortype="straight" strokecolor="#d787a3 [1940]" strokeweight="1pt"/>
              </v:group>
            </v:group>
            <v:oval id="_x0000_s1322" style="position:absolute;left:8904;top:11910;width:1737;height:1687;mso-left-percent:725;mso-top-percent:750;mso-position-horizontal-relative:page;mso-position-vertical-relative:page;mso-left-percent:725;mso-top-percent:750" fillcolor="#b83d68 [3204]" strokecolor="#b83d68 [3204]" strokeweight="3pt">
              <v:stroke linestyle="thinThin"/>
            </v:oval>
            <w10:wrap anchorx="page" anchory="page"/>
          </v:group>
        </w:pict>
      </w:r>
      <w:r w:rsidR="00982FF8">
        <w:rPr>
          <w:rFonts w:ascii="Calibri" w:hAnsi="Calibri" w:cs="Calibri"/>
          <w:noProof/>
          <w:lang w:eastAsia="es-ES"/>
        </w:rPr>
        <w:pict>
          <v:group id="_x0000_s1305" style="position:absolute;left:0;text-align:left;margin-left:664.15pt;margin-top:41.25pt;width:127.9pt;height:916.2pt;z-index:251797504;mso-position-horizontal-relative:page;mso-position-vertical-relative:page" coordorigin="8904,-305" coordsize="2993,16632">
            <v:group id="_x0000_s1306" style="position:absolute;left:9695;top:-305;width:2202;height:16632" coordorigin="9695,-305" coordsize="2202,16632">
              <v:shape id="_x0000_s1307" type="#_x0000_t32" style="position:absolute;left:9695;top:-289;width:0;height:16106;mso-height-percent:1020;mso-left-percent:790;mso-top-percent:-20;mso-position-horizontal-relative:page;mso-position-vertical-relative:page;mso-height-percent:1020;mso-left-percent:790;mso-top-percent:-20;mso-width-relative:right-margin-area" o:connectortype="straight" strokecolor="#e4afc1 [1300]" strokeweight="2.25pt"/>
              <v:group id="_x0000_s1308" style="position:absolute;left:10048;top:-305;width:1849;height:16632" coordorigin="10055,-317" coordsize="1849,16632">
                <v:rect id="_x0000_s1309" style="position:absolute;left:10314;top:-317;width:1512;height:16632;mso-height-percent:1050;mso-left-percent:855;mso-top-percent:-20;mso-position-horizontal-relative:margin;mso-position-vertical-relative:page;mso-height-percent:1050;mso-left-percent:855;mso-top-percent:-20" fillcolor="#b83d68 [3204]" stroked="f" strokecolor="#bfb675">
                  <v:fill color2="#d787a3 [1940]" rotate="t" angle="-90" focusposition="1" focussize="" type="gradient"/>
                </v:rect>
                <v:shape id="_x0000_s1310" type="#_x0000_t32" style="position:absolute;left:11904;top:-294;width:0;height:16585;mso-height-percent:1050;mso-left-percent:1000;mso-top-percent:-20;mso-position-horizontal-relative:margin;mso-position-vertical-relative:page;mso-height-percent:1050;mso-left-percent:1000;mso-top-percent:-20;mso-width-relative:right-margin-area" o:connectortype="straight" strokecolor="#b83d68 [3204]" strokeweight="2.25pt"/>
                <v:shape id="_x0000_s1311" type="#_x0000_t32" style="position:absolute;left:10198;top:-271;width:0;height:16540;mso-height-percent:1050;mso-left-percent:840;mso-top-percent:-20;mso-position-horizontal-relative:margin;mso-position-vertical-relative:page;mso-height-percent:1050;mso-left-percent:840;mso-top-percent:-20;mso-width-relative:right-margin-area" o:connectortype="straight" strokecolor="#e4afc1 [1300]" strokeweight="4.5pt"/>
                <v:shape id="_x0000_s1312" type="#_x0000_t32" style="position:absolute;left:10055;top:-306;width:0;height:16610;mso-height-percent:1050;mso-left-percent:830;mso-top-percent:-20;mso-position-horizontal-relative:margin;mso-position-vertical-relative:page;mso-height-percent:1050;mso-left-percent:830;mso-top-percent:-20;mso-width-relative:right-margin-area" o:connectortype="straight" strokecolor="#d787a3 [1940]" strokeweight="1pt"/>
              </v:group>
            </v:group>
            <v:oval id="_x0000_s1313" style="position:absolute;left:8904;top:11910;width:1737;height:1687;mso-left-percent:725;mso-top-percent:750;mso-position-horizontal-relative:page;mso-position-vertical-relative:page;mso-left-percent:725;mso-top-percent:750" fillcolor="#b83d68 [3204]" strokecolor="#b83d68 [3204]" strokeweight="3pt">
              <v:stroke linestyle="thinThin"/>
            </v:oval>
            <w10:wrap anchorx="page" anchory="page"/>
          </v:group>
        </w:pict>
      </w:r>
      <w:r>
        <w:rPr>
          <w:rFonts w:ascii="Calibri" w:hAnsi="Calibri" w:cs="Calibri"/>
        </w:rPr>
        <w:t>Titulada en doble grado de Periodismo con Protocolo y Organización de eventos bilingüe)</w:t>
      </w:r>
    </w:p>
    <w:p w:rsidR="00CD2896" w:rsidRDefault="00CD2896" w:rsidP="00CD2896">
      <w:pPr>
        <w:pStyle w:val="Prrafodelista"/>
        <w:numPr>
          <w:ilvl w:val="0"/>
          <w:numId w:val="41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Universidad Calrlos III (Colmenarejo)</w:t>
      </w:r>
    </w:p>
    <w:p w:rsidR="00CD2896" w:rsidRDefault="00CD2896" w:rsidP="00CD2896">
      <w:pPr>
        <w:ind w:right="397"/>
        <w:rPr>
          <w:rFonts w:ascii="Calibri" w:hAnsi="Calibri" w:cs="Calibri"/>
        </w:rPr>
      </w:pPr>
    </w:p>
    <w:p w:rsidR="00CD2896" w:rsidRDefault="00CD2896" w:rsidP="00BD631D">
      <w:pPr>
        <w:pStyle w:val="Prrafodelista"/>
        <w:numPr>
          <w:ilvl w:val="0"/>
          <w:numId w:val="44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2019-2021           Master en periodismo y comunicación audiovisual.</w:t>
      </w:r>
    </w:p>
    <w:p w:rsidR="00CD2896" w:rsidRDefault="00CD2896" w:rsidP="00CD2896">
      <w:pPr>
        <w:pStyle w:val="Prrafodelista"/>
        <w:numPr>
          <w:ilvl w:val="0"/>
          <w:numId w:val="42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LYNN UNIVERSITY (Florida Sate- Boca Ratón) mediante un programa de becas deportivas (deporte golf)</w:t>
      </w:r>
    </w:p>
    <w:p w:rsidR="00CD2896" w:rsidRDefault="00CD2896" w:rsidP="00CD2896">
      <w:pPr>
        <w:ind w:left="360" w:right="397"/>
        <w:rPr>
          <w:rFonts w:ascii="Calibri" w:hAnsi="Calibri" w:cs="Calibri"/>
        </w:rPr>
      </w:pPr>
    </w:p>
    <w:p w:rsidR="00CD2896" w:rsidRDefault="00CD2896" w:rsidP="00CD2896">
      <w:pPr>
        <w:ind w:left="360" w:right="397"/>
        <w:rPr>
          <w:rFonts w:ascii="Calibri" w:hAnsi="Calibri" w:cs="Calibri"/>
        </w:rPr>
      </w:pPr>
    </w:p>
    <w:p w:rsidR="00CD2896" w:rsidRDefault="00BD631D" w:rsidP="00BD631D">
      <w:pPr>
        <w:pStyle w:val="Prrafodelista"/>
        <w:numPr>
          <w:ilvl w:val="0"/>
          <w:numId w:val="43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2021-2022         Convalidación del master para la comunidad económica europea.</w:t>
      </w:r>
    </w:p>
    <w:p w:rsidR="00BD631D" w:rsidRDefault="00BD631D" w:rsidP="00CD2896">
      <w:pPr>
        <w:pStyle w:val="Prrafodelista"/>
        <w:numPr>
          <w:ilvl w:val="0"/>
          <w:numId w:val="42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Universidad de París (Francia-París)</w:t>
      </w:r>
    </w:p>
    <w:p w:rsidR="00BD631D" w:rsidRDefault="00BD631D" w:rsidP="00BD631D">
      <w:pPr>
        <w:ind w:right="397"/>
        <w:rPr>
          <w:rFonts w:ascii="Calibri" w:hAnsi="Calibri" w:cs="Calibri"/>
        </w:rPr>
      </w:pPr>
    </w:p>
    <w:p w:rsidR="00BD631D" w:rsidRDefault="00BD631D" w:rsidP="00BD631D">
      <w:pPr>
        <w:ind w:right="397"/>
        <w:rPr>
          <w:rFonts w:ascii="Calibri" w:hAnsi="Calibri" w:cs="Calibri"/>
        </w:rPr>
      </w:pPr>
    </w:p>
    <w:p w:rsidR="00BD631D" w:rsidRDefault="00BD631D" w:rsidP="00BD631D">
      <w:pPr>
        <w:ind w:right="397"/>
        <w:rPr>
          <w:rFonts w:ascii="Calibri" w:hAnsi="Calibri" w:cs="Calibri"/>
          <w:b/>
          <w:color w:val="B83D68" w:themeColor="accent1"/>
          <w:sz w:val="28"/>
          <w:szCs w:val="28"/>
        </w:rPr>
      </w:pPr>
      <w:r w:rsidRPr="00BD631D">
        <w:rPr>
          <w:rFonts w:ascii="Calibri" w:hAnsi="Calibri" w:cs="Calibri"/>
          <w:b/>
          <w:color w:val="B83D68" w:themeColor="accent1"/>
          <w:sz w:val="28"/>
          <w:szCs w:val="28"/>
        </w:rPr>
        <w:t>Como profesional</w:t>
      </w:r>
    </w:p>
    <w:p w:rsidR="00BD631D" w:rsidRDefault="00BD631D" w:rsidP="00BD631D">
      <w:p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He ejercido como coordinadora ventos en la empresa Hevents y mas tarde puse en práctica mi habilidad para dirigir personal en la empresa , La quinta de Illescas , donde en un comienzo empecé realizando la misma función que en Hvents , pero tras tres meses de esfuerzo fui recompensada con el ascenso a directora y de eventos familiares y comerciales  y coordinadora de personal.</w:t>
      </w:r>
    </w:p>
    <w:p w:rsidR="00BD631D" w:rsidRDefault="00BD631D" w:rsidP="00BD631D">
      <w:pPr>
        <w:ind w:right="397"/>
        <w:rPr>
          <w:rFonts w:ascii="Calibri" w:hAnsi="Calibri" w:cs="Calibri"/>
        </w:rPr>
      </w:pPr>
    </w:p>
    <w:p w:rsidR="00BD631D" w:rsidRDefault="00BD631D" w:rsidP="00BD631D">
      <w:pPr>
        <w:ind w:right="397"/>
        <w:rPr>
          <w:rFonts w:ascii="Calibri" w:hAnsi="Calibri" w:cs="Calibri"/>
          <w:b/>
          <w:color w:val="B83D68" w:themeColor="accent1"/>
          <w:sz w:val="28"/>
          <w:szCs w:val="28"/>
        </w:rPr>
      </w:pPr>
      <w:r>
        <w:rPr>
          <w:rFonts w:ascii="Calibri" w:hAnsi="Calibri" w:cs="Calibri"/>
          <w:b/>
          <w:color w:val="B83D68" w:themeColor="accent1"/>
          <w:sz w:val="28"/>
          <w:szCs w:val="28"/>
        </w:rPr>
        <w:t>Datos Personales</w:t>
      </w:r>
    </w:p>
    <w:p w:rsidR="00BD631D" w:rsidRDefault="00BD631D" w:rsidP="00BD631D">
      <w:pPr>
        <w:jc w:val="center"/>
        <w:rPr>
          <w:rFonts w:ascii="Calibri" w:hAnsi="Calibri" w:cs="Calibri"/>
          <w:b/>
          <w:sz w:val="36"/>
          <w:szCs w:val="36"/>
        </w:rPr>
      </w:pPr>
      <w:r w:rsidRPr="00BD631D">
        <w:rPr>
          <w:rFonts w:ascii="Calibri" w:hAnsi="Calibri" w:cs="Calibri"/>
          <w:b/>
          <w:sz w:val="36"/>
          <w:szCs w:val="36"/>
        </w:rPr>
        <w:t>Silvia  C. S</w:t>
      </w:r>
    </w:p>
    <w:p w:rsidR="00BD631D" w:rsidRDefault="00BD631D" w:rsidP="00BD631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Fecha de nacimiento</w:t>
      </w:r>
    </w:p>
    <w:p w:rsidR="00BD631D" w:rsidRDefault="00BD631D" w:rsidP="005B2166">
      <w:pPr>
        <w:jc w:val="center"/>
        <w:rPr>
          <w:rFonts w:ascii="Calibri" w:hAnsi="Calibri" w:cs="Calibri"/>
          <w:sz w:val="24"/>
          <w:szCs w:val="24"/>
        </w:rPr>
      </w:pPr>
      <w:r w:rsidRPr="00BD631D">
        <w:rPr>
          <w:rFonts w:ascii="Calibri" w:hAnsi="Calibri" w:cs="Calibri"/>
          <w:sz w:val="24"/>
          <w:szCs w:val="24"/>
        </w:rPr>
        <w:t>4-2-1995</w:t>
      </w:r>
    </w:p>
    <w:p w:rsidR="005B2166" w:rsidRDefault="005B2166" w:rsidP="00BD631D">
      <w:pPr>
        <w:jc w:val="center"/>
        <w:rPr>
          <w:rFonts w:ascii="Calibri" w:hAnsi="Calibri" w:cs="Calibri"/>
          <w:sz w:val="24"/>
          <w:szCs w:val="24"/>
        </w:rPr>
      </w:pPr>
    </w:p>
    <w:p w:rsidR="00BD631D" w:rsidRDefault="00BD631D" w:rsidP="00BD631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Lugar de nacimiento</w:t>
      </w:r>
    </w:p>
    <w:p w:rsidR="00BD631D" w:rsidRDefault="00BD631D" w:rsidP="005B2166">
      <w:pPr>
        <w:jc w:val="center"/>
        <w:rPr>
          <w:rFonts w:ascii="Calibri" w:hAnsi="Calibri" w:cs="Calibri"/>
          <w:sz w:val="24"/>
          <w:szCs w:val="24"/>
        </w:rPr>
      </w:pPr>
      <w:r w:rsidRPr="00BD631D">
        <w:rPr>
          <w:rFonts w:ascii="Calibri" w:hAnsi="Calibri" w:cs="Calibri"/>
          <w:sz w:val="24"/>
          <w:szCs w:val="24"/>
        </w:rPr>
        <w:t>Madrid</w:t>
      </w:r>
    </w:p>
    <w:p w:rsidR="005B2166" w:rsidRPr="00BD631D" w:rsidRDefault="005B2166" w:rsidP="00BD631D">
      <w:pPr>
        <w:jc w:val="center"/>
        <w:rPr>
          <w:rFonts w:ascii="Calibri" w:hAnsi="Calibri" w:cs="Calibri"/>
          <w:sz w:val="24"/>
          <w:szCs w:val="24"/>
        </w:rPr>
      </w:pPr>
    </w:p>
    <w:p w:rsidR="005B2166" w:rsidRPr="005B2166" w:rsidRDefault="00BD631D" w:rsidP="005B2166">
      <w:pPr>
        <w:rPr>
          <w:rFonts w:ascii="Calibri" w:hAnsi="Calibri" w:cs="Calibri"/>
          <w:b/>
          <w:sz w:val="24"/>
          <w:szCs w:val="24"/>
        </w:rPr>
      </w:pPr>
      <w:r w:rsidRPr="00BD631D">
        <w:rPr>
          <w:rFonts w:ascii="Calibri" w:hAnsi="Calibri" w:cs="Calibri"/>
          <w:b/>
          <w:sz w:val="24"/>
          <w:szCs w:val="24"/>
        </w:rPr>
        <w:t>Teléfono:</w:t>
      </w:r>
    </w:p>
    <w:p w:rsidR="00BD631D" w:rsidRDefault="00BD631D" w:rsidP="00BD631D">
      <w:pPr>
        <w:jc w:val="center"/>
        <w:rPr>
          <w:rFonts w:ascii="Calibri" w:hAnsi="Calibri" w:cs="Calibri"/>
          <w:sz w:val="24"/>
          <w:szCs w:val="24"/>
        </w:rPr>
      </w:pPr>
      <w:r w:rsidRPr="00BD631D">
        <w:rPr>
          <w:rFonts w:ascii="Calibri" w:hAnsi="Calibri" w:cs="Calibri"/>
          <w:sz w:val="24"/>
          <w:szCs w:val="24"/>
        </w:rPr>
        <w:t>62874634</w:t>
      </w:r>
      <w:r>
        <w:rPr>
          <w:rFonts w:ascii="Calibri" w:hAnsi="Calibri" w:cs="Calibri"/>
          <w:sz w:val="24"/>
          <w:szCs w:val="24"/>
        </w:rPr>
        <w:t>44</w:t>
      </w:r>
    </w:p>
    <w:p w:rsidR="005B2166" w:rsidRPr="00BD631D" w:rsidRDefault="005B2166" w:rsidP="00BD631D">
      <w:pPr>
        <w:jc w:val="center"/>
        <w:rPr>
          <w:rFonts w:ascii="Calibri" w:hAnsi="Calibri" w:cs="Calibri"/>
          <w:sz w:val="24"/>
          <w:szCs w:val="24"/>
        </w:rPr>
      </w:pPr>
    </w:p>
    <w:p w:rsidR="00BD631D" w:rsidRPr="00BD631D" w:rsidRDefault="00BD631D" w:rsidP="00BD631D">
      <w:pPr>
        <w:rPr>
          <w:b/>
          <w:sz w:val="24"/>
          <w:szCs w:val="24"/>
        </w:rPr>
      </w:pPr>
      <w:r w:rsidRPr="00BD631D">
        <w:rPr>
          <w:rFonts w:ascii="Calibri" w:hAnsi="Calibri" w:cs="Calibri"/>
          <w:b/>
          <w:sz w:val="24"/>
          <w:szCs w:val="24"/>
        </w:rPr>
        <w:t>Email</w:t>
      </w:r>
    </w:p>
    <w:p w:rsidR="00BD631D" w:rsidRPr="00BD631D" w:rsidRDefault="005B2166" w:rsidP="005B2166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</w:t>
      </w:r>
      <w:r w:rsidR="00BD631D" w:rsidRPr="00BD631D">
        <w:rPr>
          <w:sz w:val="24"/>
          <w:szCs w:val="24"/>
        </w:rPr>
        <w:t>ilvi5@gmail.com</w:t>
      </w:r>
    </w:p>
    <w:p w:rsidR="00BD631D" w:rsidRPr="00BD631D" w:rsidRDefault="00BD631D" w:rsidP="00BD631D">
      <w:pPr>
        <w:ind w:right="397"/>
        <w:rPr>
          <w:rFonts w:ascii="Calibri" w:hAnsi="Calibri" w:cs="Calibri"/>
          <w:b/>
          <w:color w:val="B83D68" w:themeColor="accent1"/>
          <w:sz w:val="28"/>
          <w:szCs w:val="28"/>
        </w:rPr>
      </w:pPr>
    </w:p>
    <w:sectPr w:rsidR="00BD631D" w:rsidRPr="00BD631D" w:rsidSect="001D546A">
      <w:type w:val="continuous"/>
      <w:pgSz w:w="11907" w:h="16839" w:code="1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C94" w:rsidRDefault="001D5C94">
      <w:r>
        <w:separator/>
      </w:r>
    </w:p>
  </w:endnote>
  <w:endnote w:type="continuationSeparator" w:id="1">
    <w:p w:rsidR="001D5C94" w:rsidRDefault="001D5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E25977">
    <w:pPr>
      <w:pStyle w:val="Piedepgina"/>
    </w:pPr>
    <w:r>
      <w:ptab w:relativeTo="margin" w:alignment="right" w:leader="none"/>
    </w:r>
    <w:fldSimple w:instr=" PAGE ">
      <w:r w:rsidR="00AA0510">
        <w:rPr>
          <w:noProof/>
        </w:rPr>
        <w:t>2</w:t>
      </w:r>
    </w:fldSimple>
    <w:r>
      <w:t xml:space="preserve"> </w:t>
    </w:r>
    <w:r w:rsidR="00982FF8" w:rsidRPr="00982FF8">
      <w:rPr>
        <w:lang w:val="en-US"/>
      </w:rPr>
    </w:r>
    <w:r w:rsidR="00982FF8" w:rsidRPr="00982FF8">
      <w:rPr>
        <w:lang w:val="en-US"/>
      </w:rPr>
      <w:pict>
        <v:oval id="_x0000_s34824" style="width:7.2pt;height:7.2pt;flip:x;mso-position-horizontal-relative:char;mso-position-vertical-relative:line" filled="f" fillcolor="#ff7d26" strokecolor="#ff7d26" strokeweight="3pt">
          <v:fill rotate="t"/>
          <v:stroke linestyle="thinThin"/>
          <v:shadow color="#1f2f3f" opacity=".5" offset=",3pt" offset2=",2pt"/>
          <w10:wrap type="none"/>
          <w10:anchorlock/>
        </v:oval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C94" w:rsidRDefault="001D5C94">
      <w:r>
        <w:separator/>
      </w:r>
    </w:p>
  </w:footnote>
  <w:footnote w:type="continuationSeparator" w:id="1">
    <w:p w:rsidR="001D5C94" w:rsidRDefault="001D5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E25977">
    <w:pPr>
      <w:pStyle w:val="Encabezado"/>
    </w:pPr>
    <w:r>
      <w:ptab w:relativeTo="margin" w:alignment="right" w:leader="none"/>
    </w:r>
    <w:sdt>
      <w:sdtPr>
        <w:id w:val="1939121"/>
        <w:dataBinding w:prefixMappings="xmlns:ns0='http://schemas.microsoft.com/office/2006/coverPageProps'" w:xpath="/ns0:CoverPageProperties[1]/ns0:PublishDate[1]" w:storeItemID="{55AF091B-3C7A-41E3-B477-F2FDAA23CFDA}"/>
        <w:date w:fullDate="2021-01-01T00:00:00Z">
          <w:dateFormat w:val="d-M-yyyy"/>
          <w:lid w:val="es-ES"/>
          <w:storeMappedDataAs w:val="dateTime"/>
          <w:calendar w:val="gregorian"/>
        </w:date>
      </w:sdtPr>
      <w:sdtContent>
        <w:r w:rsidR="005F1D37">
          <w:t>1-1-2021</w:t>
        </w:r>
      </w:sdtContent>
    </w:sdt>
    <w:r w:rsidR="00982FF8">
      <w:rPr>
        <w:noProof/>
        <w:lang w:bidi="he-I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4823" type="#_x0000_t32" style="position:absolute;margin-left:629pt;margin-top:3.8pt;width:0;height:806.8pt;z-index:251660288;mso-height-percent:1020;mso-left-percent:970;mso-top-percent:-10;mso-position-horizontal-relative:page;mso-position-vertical-relative:page;mso-height-percent:1020;mso-left-percent:970;mso-top-percent:-10;mso-width-relative:right-margin-area" o:connectortype="straight" strokecolor="#ff7d26" strokeweight="1pt"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56B5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07C6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F7621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10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66FB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2CC5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F64E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26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007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18EA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11">
    <w:nsid w:val="03951711"/>
    <w:multiLevelType w:val="hybridMultilevel"/>
    <w:tmpl w:val="13866E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3F09ED"/>
    <w:multiLevelType w:val="multilevel"/>
    <w:tmpl w:val="CD40BF9A"/>
    <w:styleLink w:val="Listaconvietas1"/>
    <w:lvl w:ilvl="0">
      <w:start w:val="1"/>
      <w:numFmt w:val="bullet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B83D68" w:themeColor="accent1"/>
        <w:sz w:val="16"/>
        <w:szCs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13">
    <w:nsid w:val="103E4253"/>
    <w:multiLevelType w:val="hybridMultilevel"/>
    <w:tmpl w:val="4C501A76"/>
    <w:lvl w:ilvl="0" w:tplc="0C0A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>
    <w:nsid w:val="1467634F"/>
    <w:multiLevelType w:val="hybridMultilevel"/>
    <w:tmpl w:val="3ED00BA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2B4581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16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B13F9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B13F9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B13F9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B13F9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B13F9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B13F9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B13F9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B13F9A" w:themeColor="text2"/>
      </w:rPr>
    </w:lvl>
  </w:abstractNum>
  <w:abstractNum w:abstractNumId="17">
    <w:nsid w:val="1E9620A2"/>
    <w:multiLevelType w:val="multilevel"/>
    <w:tmpl w:val="7074A542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18">
    <w:nsid w:val="1ECD4B59"/>
    <w:multiLevelType w:val="hybridMultilevel"/>
    <w:tmpl w:val="BC4C42B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1178A0"/>
    <w:multiLevelType w:val="hybridMultilevel"/>
    <w:tmpl w:val="8A94B75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7130C1"/>
    <w:multiLevelType w:val="singleLevel"/>
    <w:tmpl w:val="2408A91E"/>
    <w:lvl w:ilvl="0">
      <w:start w:val="1"/>
      <w:numFmt w:val="bullet"/>
      <w:pStyle w:val="Listaconvietas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21">
    <w:nsid w:val="2D22348D"/>
    <w:multiLevelType w:val="hybridMultilevel"/>
    <w:tmpl w:val="A9C0BC1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D42164"/>
    <w:multiLevelType w:val="hybridMultilevel"/>
    <w:tmpl w:val="8580E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2F1457"/>
    <w:multiLevelType w:val="hybridMultilevel"/>
    <w:tmpl w:val="EEAAB0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97A32"/>
    <w:multiLevelType w:val="hybridMultilevel"/>
    <w:tmpl w:val="695A1CF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B61D29"/>
    <w:multiLevelType w:val="hybridMultilevel"/>
    <w:tmpl w:val="579EACE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5E5132"/>
    <w:multiLevelType w:val="multilevel"/>
    <w:tmpl w:val="EE86148C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27">
    <w:nsid w:val="47A71529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28">
    <w:nsid w:val="47C22EB4"/>
    <w:multiLevelType w:val="hybridMultilevel"/>
    <w:tmpl w:val="D5D4C1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B83D68" w:themeColor="accent1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B83D68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>
    <w:nsid w:val="559046DB"/>
    <w:multiLevelType w:val="hybridMultilevel"/>
    <w:tmpl w:val="1C044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7F5F51"/>
    <w:multiLevelType w:val="hybridMultilevel"/>
    <w:tmpl w:val="A7B44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6F6915"/>
    <w:multiLevelType w:val="hybridMultilevel"/>
    <w:tmpl w:val="126066B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9D4164"/>
    <w:multiLevelType w:val="hybridMultilevel"/>
    <w:tmpl w:val="6C2AF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2E415F"/>
    <w:multiLevelType w:val="hybridMultilevel"/>
    <w:tmpl w:val="54107C4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6B26A3"/>
    <w:multiLevelType w:val="hybridMultilevel"/>
    <w:tmpl w:val="1068A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EC3043"/>
    <w:multiLevelType w:val="hybridMultilevel"/>
    <w:tmpl w:val="6D70DC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FF0010"/>
    <w:multiLevelType w:val="hybridMultilevel"/>
    <w:tmpl w:val="3A347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070414"/>
    <w:multiLevelType w:val="multilevel"/>
    <w:tmpl w:val="40883020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40">
    <w:nsid w:val="7F6816B0"/>
    <w:multiLevelType w:val="hybridMultilevel"/>
    <w:tmpl w:val="A82E99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26"/>
  </w:num>
  <w:num w:numId="4">
    <w:abstractNumId w:val="15"/>
  </w:num>
  <w:num w:numId="5">
    <w:abstractNumId w:val="17"/>
  </w:num>
  <w:num w:numId="6">
    <w:abstractNumId w:val="10"/>
  </w:num>
  <w:num w:numId="7">
    <w:abstractNumId w:val="39"/>
  </w:num>
  <w:num w:numId="8">
    <w:abstractNumId w:val="27"/>
  </w:num>
  <w:num w:numId="9">
    <w:abstractNumId w:val="16"/>
  </w:num>
  <w:num w:numId="10">
    <w:abstractNumId w:val="12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9"/>
  </w:num>
  <w:num w:numId="22">
    <w:abstractNumId w:val="12"/>
  </w:num>
  <w:num w:numId="23">
    <w:abstractNumId w:val="20"/>
  </w:num>
  <w:num w:numId="24">
    <w:abstractNumId w:val="16"/>
  </w:num>
  <w:num w:numId="25">
    <w:abstractNumId w:val="40"/>
  </w:num>
  <w:num w:numId="26">
    <w:abstractNumId w:val="31"/>
  </w:num>
  <w:num w:numId="27">
    <w:abstractNumId w:val="32"/>
  </w:num>
  <w:num w:numId="28">
    <w:abstractNumId w:val="38"/>
  </w:num>
  <w:num w:numId="29">
    <w:abstractNumId w:val="34"/>
  </w:num>
  <w:num w:numId="30">
    <w:abstractNumId w:val="25"/>
  </w:num>
  <w:num w:numId="31">
    <w:abstractNumId w:val="11"/>
  </w:num>
  <w:num w:numId="32">
    <w:abstractNumId w:val="13"/>
  </w:num>
  <w:num w:numId="33">
    <w:abstractNumId w:val="37"/>
  </w:num>
  <w:num w:numId="34">
    <w:abstractNumId w:val="28"/>
  </w:num>
  <w:num w:numId="35">
    <w:abstractNumId w:val="24"/>
  </w:num>
  <w:num w:numId="36">
    <w:abstractNumId w:val="33"/>
  </w:num>
  <w:num w:numId="37">
    <w:abstractNumId w:val="14"/>
  </w:num>
  <w:num w:numId="38">
    <w:abstractNumId w:val="18"/>
  </w:num>
  <w:num w:numId="39">
    <w:abstractNumId w:val="19"/>
  </w:num>
  <w:num w:numId="40">
    <w:abstractNumId w:val="22"/>
  </w:num>
  <w:num w:numId="41">
    <w:abstractNumId w:val="35"/>
  </w:num>
  <w:num w:numId="42">
    <w:abstractNumId w:val="21"/>
  </w:num>
  <w:num w:numId="43">
    <w:abstractNumId w:val="23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hideSpellingErrors/>
  <w:hideGrammaticalErrors/>
  <w:attachedTemplate r:id="rId1"/>
  <w:styleLockQFSet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38914" style="mso-height-percent:900" fillcolor="white">
      <v:fill color="white"/>
      <o:colormru v:ext="edit" colors="#40a6be,#b4dce6,#98cfdc,#ff7d26,#ff9d5b"/>
      <o:colormenu v:ext="edit" fillcolor="none [2894]" strokecolor="none [3204]" shadowcolor="none"/>
    </o:shapedefaults>
    <o:shapelayout v:ext="edit">
      <o:idmap v:ext="edit" data="34"/>
      <o:rules v:ext="edit">
        <o:r id="V:Rule2" type="connector" idref="#_x0000_s34823"/>
      </o:rules>
    </o:shapelayout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1D546A"/>
    <w:rsid w:val="001D546A"/>
    <w:rsid w:val="001D5C94"/>
    <w:rsid w:val="001F4C45"/>
    <w:rsid w:val="004861FF"/>
    <w:rsid w:val="005A220D"/>
    <w:rsid w:val="005B2166"/>
    <w:rsid w:val="005F1D37"/>
    <w:rsid w:val="008315EA"/>
    <w:rsid w:val="008B4379"/>
    <w:rsid w:val="00982FF8"/>
    <w:rsid w:val="00AA0510"/>
    <w:rsid w:val="00BD631D"/>
    <w:rsid w:val="00CC0C40"/>
    <w:rsid w:val="00CD2896"/>
    <w:rsid w:val="00E25977"/>
    <w:rsid w:val="00F70919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undOvr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 style="mso-height-percent:900" fillcolor="white">
      <v:fill color="white"/>
      <o:colormru v:ext="edit" colors="#40a6be,#b4dce6,#98cfdc,#ff7d26,#ff9d5b"/>
      <o:colormenu v:ext="edit" fillcolor="none [2894]" strokecolor="none [3204]" shadowcolor="none"/>
    </o:shapedefaults>
    <o:shapelayout v:ext="edit">
      <o:idmap v:ext="edit" data="1"/>
      <o:rules v:ext="edit">
        <o:r id="V:Rule13" type="connector" idref="#_x0000_s1303"/>
        <o:r id="V:Rule14" type="connector" idref="#_x0000_s1301"/>
        <o:r id="V:Rule15" type="connector" idref="#_x0000_s1307"/>
        <o:r id="V:Rule16" type="connector" idref="#_x0000_s1311"/>
        <o:r id="V:Rule17" type="connector" idref="#_x0000_s1312"/>
        <o:r id="V:Rule18" type="connector" idref="#_x0000_s1310"/>
        <o:r id="V:Rule19" type="connector" idref="#_x0000_s1321"/>
        <o:r id="V:Rule20" type="connector" idref="#_x0000_s1298"/>
        <o:r id="V:Rule21" type="connector" idref="#_x0000_s1302"/>
        <o:r id="V:Rule22" type="connector" idref="#_x0000_s1319"/>
        <o:r id="V:Rule23" type="connector" idref="#_x0000_s1316"/>
        <o:r id="V:Rule24" type="connector" idref="#_x0000_s1320"/>
      </o:rules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itle" w:semiHidden="0" w:uiPriority="10" w:unhideWhenUsed="0"/>
    <w:lsdException w:name="Closing" w:uiPriority="3" w:qFormat="1"/>
    <w:lsdException w:name="Default Paragraph Font" w:uiPriority="1"/>
    <w:lsdException w:name="Subtitle" w:semiHidden="0" w:uiPriority="11" w:unhideWhenUsed="0"/>
    <w:lsdException w:name="Salutation" w:uiPriority="3" w:qFormat="1"/>
    <w:lsdException w:name="Block Text" w:semiHidden="0" w:uiPriority="49" w:unhideWhenUsed="0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1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79"/>
    <w:pPr>
      <w:spacing w:after="0"/>
      <w:contextualSpacing/>
    </w:pPr>
    <w:rPr>
      <w:rFonts w:eastAsiaTheme="minorEastAsia" w:cstheme="minorBidi"/>
      <w:color w:val="B13F9A" w:themeColor="text2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semiHidden/>
    <w:unhideWhenUsed/>
    <w:rsid w:val="008B4379"/>
    <w:pPr>
      <w:spacing w:before="360" w:after="40"/>
      <w:contextualSpacing w:val="0"/>
      <w:outlineLvl w:val="0"/>
    </w:pPr>
    <w:rPr>
      <w:rFonts w:asciiTheme="majorHAnsi" w:eastAsiaTheme="majorEastAsia" w:hAnsiTheme="majorHAnsi" w:cstheme="majorBidi"/>
      <w:smallCaps/>
      <w:color w:val="842F73" w:themeColor="text2" w:themeShade="BF"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8B4379"/>
    <w:pPr>
      <w:contextualSpacing w:val="0"/>
      <w:outlineLvl w:val="1"/>
    </w:pPr>
    <w:rPr>
      <w:rFonts w:asciiTheme="majorHAnsi" w:eastAsiaTheme="majorEastAsia" w:hAnsiTheme="majorHAnsi" w:cstheme="majorBidi"/>
      <w:color w:val="842F73" w:themeColor="text2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8B4379"/>
    <w:pPr>
      <w:contextualSpacing w:val="0"/>
      <w:outlineLvl w:val="2"/>
    </w:pPr>
    <w:rPr>
      <w:rFonts w:asciiTheme="majorHAnsi" w:eastAsiaTheme="majorEastAsia" w:hAnsiTheme="majorHAnsi" w:cstheme="majorBidi"/>
      <w:color w:val="842F73" w:themeColor="text2" w:themeShade="BF"/>
      <w:spacing w:val="5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rsid w:val="008B4379"/>
    <w:pPr>
      <w:contextualSpacing w:val="0"/>
      <w:outlineLvl w:val="3"/>
    </w:pPr>
    <w:rPr>
      <w:rFonts w:asciiTheme="majorHAnsi" w:eastAsiaTheme="majorEastAsia" w:hAnsiTheme="majorHAnsi" w:cstheme="majorBidi"/>
      <w:color w:val="892D4D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8B4379"/>
    <w:pPr>
      <w:contextualSpacing w:val="0"/>
      <w:outlineLvl w:val="4"/>
    </w:pPr>
    <w:rPr>
      <w:i/>
      <w:iCs/>
      <w:color w:val="892D4D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8B4379"/>
    <w:pPr>
      <w:contextualSpacing w:val="0"/>
      <w:outlineLvl w:val="5"/>
    </w:pPr>
    <w:rPr>
      <w:b/>
      <w:bCs/>
      <w:color w:val="892D4D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rsid w:val="008B4379"/>
    <w:pPr>
      <w:contextualSpacing w:val="0"/>
      <w:outlineLvl w:val="6"/>
    </w:pPr>
    <w:rPr>
      <w:b/>
      <w:bCs/>
      <w:i/>
      <w:iCs/>
      <w:color w:val="892D4D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rsid w:val="008B4379"/>
    <w:pPr>
      <w:contextualSpacing w:val="0"/>
      <w:outlineLvl w:val="7"/>
    </w:pPr>
    <w:rPr>
      <w:b/>
      <w:bCs/>
      <w:color w:val="874295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rsid w:val="008B4379"/>
    <w:pPr>
      <w:contextualSpacing w:val="0"/>
      <w:outlineLvl w:val="8"/>
    </w:pPr>
    <w:rPr>
      <w:b/>
      <w:bCs/>
      <w:i/>
      <w:iCs/>
      <w:color w:val="874295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8B4379"/>
    <w:pPr>
      <w:spacing w:after="0" w:line="240" w:lineRule="auto"/>
    </w:pPr>
    <w:rPr>
      <w:rFonts w:eastAsiaTheme="minorEastAsia" w:cstheme="minorBidi"/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normal">
    <w:name w:val="Normal Indent"/>
    <w:basedOn w:val="Normal"/>
    <w:uiPriority w:val="99"/>
    <w:unhideWhenUsed/>
    <w:rsid w:val="008B4379"/>
    <w:pPr>
      <w:ind w:left="720"/>
    </w:pPr>
  </w:style>
  <w:style w:type="paragraph" w:customStyle="1" w:styleId="Seccin">
    <w:name w:val="Sección"/>
    <w:basedOn w:val="Normal"/>
    <w:uiPriority w:val="2"/>
    <w:qFormat/>
    <w:rsid w:val="008B4379"/>
    <w:pPr>
      <w:spacing w:before="200" w:line="240" w:lineRule="auto"/>
    </w:pPr>
    <w:rPr>
      <w:rFonts w:asciiTheme="majorHAnsi" w:eastAsiaTheme="majorEastAsia" w:hAnsiTheme="majorHAnsi" w:cstheme="majorBidi"/>
      <w:caps/>
      <w:noProof/>
      <w:spacing w:val="10"/>
    </w:rPr>
  </w:style>
  <w:style w:type="paragraph" w:customStyle="1" w:styleId="Subseccin">
    <w:name w:val="Subsección"/>
    <w:basedOn w:val="Normal"/>
    <w:uiPriority w:val="2"/>
    <w:qFormat/>
    <w:rsid w:val="008B4379"/>
    <w:pPr>
      <w:spacing w:before="60"/>
    </w:pPr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8B4379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B4379"/>
    <w:rPr>
      <w:color w:val="B13F9A" w:themeColor="text2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8B4379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379"/>
    <w:rPr>
      <w:color w:val="B13F9A" w:themeColor="text2"/>
      <w:sz w:val="20"/>
    </w:rPr>
  </w:style>
  <w:style w:type="character" w:styleId="Textoennegrita">
    <w:name w:val="Strong"/>
    <w:basedOn w:val="Fuentedeprrafopredeter"/>
    <w:uiPriority w:val="8"/>
    <w:qFormat/>
    <w:rsid w:val="008B4379"/>
    <w:rPr>
      <w:b/>
      <w:bCs/>
    </w:rPr>
  </w:style>
  <w:style w:type="character" w:styleId="Ttulodellibro">
    <w:name w:val="Book Title"/>
    <w:basedOn w:val="Fuentedeprrafopredeter"/>
    <w:uiPriority w:val="13"/>
    <w:qFormat/>
    <w:rsid w:val="008B4379"/>
    <w:rPr>
      <w:rFonts w:eastAsiaTheme="minorEastAsia" w:cstheme="minorBidi"/>
      <w:bCs w:val="0"/>
      <w:iCs w:val="0"/>
      <w:smallCaps/>
      <w:color w:val="000000"/>
      <w:spacing w:val="10"/>
      <w:szCs w:val="20"/>
      <w:lang w:val="es-ES"/>
    </w:rPr>
  </w:style>
  <w:style w:type="character" w:styleId="nfasis">
    <w:name w:val="Emphasis"/>
    <w:uiPriority w:val="20"/>
    <w:qFormat/>
    <w:rsid w:val="008B4379"/>
    <w:rPr>
      <w:rFonts w:eastAsiaTheme="minorEastAsia" w:cstheme="minorBidi"/>
      <w:b/>
      <w:bCs/>
      <w:i/>
      <w:iCs/>
      <w:color w:val="581F4D" w:themeColor="text2" w:themeShade="80"/>
      <w:spacing w:val="10"/>
      <w:sz w:val="18"/>
      <w:szCs w:val="18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semiHidden/>
    <w:rsid w:val="008B4379"/>
    <w:rPr>
      <w:rFonts w:asciiTheme="majorHAnsi" w:eastAsiaTheme="majorEastAsia" w:hAnsiTheme="majorHAnsi" w:cstheme="majorBidi"/>
      <w:smallCaps/>
      <w:color w:val="842F73" w:themeColor="text2" w:themeShade="BF"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B4379"/>
    <w:rPr>
      <w:rFonts w:asciiTheme="majorHAnsi" w:eastAsiaTheme="majorEastAsia" w:hAnsiTheme="majorHAnsi" w:cstheme="majorBidi"/>
      <w:color w:val="842F73" w:themeColor="text2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B4379"/>
    <w:rPr>
      <w:rFonts w:asciiTheme="majorHAnsi" w:eastAsiaTheme="majorEastAsia" w:hAnsiTheme="majorHAnsi" w:cstheme="majorBidi"/>
      <w:color w:val="842F73" w:themeColor="text2" w:themeShade="BF"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4379"/>
    <w:rPr>
      <w:rFonts w:asciiTheme="majorHAnsi" w:eastAsiaTheme="majorEastAsia" w:hAnsiTheme="majorHAnsi" w:cstheme="majorBidi"/>
      <w:color w:val="892D4D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B4379"/>
    <w:rPr>
      <w:i/>
      <w:iCs/>
      <w:color w:val="892D4D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B4379"/>
    <w:rPr>
      <w:b/>
      <w:bCs/>
      <w:color w:val="892D4D" w:themeColor="accent1" w:themeShade="B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B4379"/>
    <w:rPr>
      <w:b/>
      <w:bCs/>
      <w:i/>
      <w:iCs/>
      <w:color w:val="892D4D" w:themeColor="accent1" w:themeShade="B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B4379"/>
    <w:rPr>
      <w:b/>
      <w:bCs/>
      <w:color w:val="874295" w:themeColor="accent2" w:themeShade="BF"/>
      <w:sz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B4379"/>
    <w:rPr>
      <w:b/>
      <w:bCs/>
      <w:i/>
      <w:iCs/>
      <w:color w:val="874295" w:themeColor="accent2" w:themeShade="BF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8B4379"/>
    <w:rPr>
      <w:i/>
      <w:iCs/>
      <w:caps/>
      <w:color w:val="892D4D" w:themeColor="accent1" w:themeShade="BF"/>
      <w:spacing w:val="10"/>
      <w:sz w:val="18"/>
      <w:szCs w:val="18"/>
    </w:rPr>
  </w:style>
  <w:style w:type="paragraph" w:styleId="Citadestacada">
    <w:name w:val="Intense Quote"/>
    <w:basedOn w:val="Cita"/>
    <w:link w:val="CitadestacadaCar"/>
    <w:uiPriority w:val="30"/>
    <w:qFormat/>
    <w:rsid w:val="008B4379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892D4D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B4379"/>
    <w:rPr>
      <w:color w:val="892D4D" w:themeColor="accent1" w:themeShade="BF"/>
      <w:sz w:val="20"/>
    </w:rPr>
  </w:style>
  <w:style w:type="paragraph" w:styleId="Cita">
    <w:name w:val="Quote"/>
    <w:basedOn w:val="Normal"/>
    <w:link w:val="CitaCar"/>
    <w:uiPriority w:val="29"/>
    <w:qFormat/>
    <w:rsid w:val="008B4379"/>
    <w:pPr>
      <w:spacing w:after="200"/>
      <w:contextualSpacing w:val="0"/>
    </w:pPr>
    <w:rPr>
      <w:i/>
      <w:iCs/>
      <w:color w:val="842F73" w:themeColor="text2" w:themeShade="BF"/>
    </w:rPr>
  </w:style>
  <w:style w:type="character" w:customStyle="1" w:styleId="CitaCar">
    <w:name w:val="Cita Car"/>
    <w:basedOn w:val="Fuentedeprrafopredeter"/>
    <w:link w:val="Cita"/>
    <w:uiPriority w:val="29"/>
    <w:rsid w:val="008B4379"/>
    <w:rPr>
      <w:i/>
      <w:iCs/>
      <w:color w:val="842F73" w:themeColor="text2" w:themeShade="BF"/>
      <w:sz w:val="20"/>
    </w:rPr>
  </w:style>
  <w:style w:type="character" w:styleId="Referenciaintensa">
    <w:name w:val="Intense Reference"/>
    <w:basedOn w:val="Fuentedeprrafopredeter"/>
    <w:uiPriority w:val="32"/>
    <w:qFormat/>
    <w:rsid w:val="008B4379"/>
    <w:rPr>
      <w:b/>
      <w:bCs/>
      <w:caps/>
      <w:color w:val="874295" w:themeColor="accent2" w:themeShade="BF"/>
      <w:spacing w:val="5"/>
      <w:sz w:val="18"/>
      <w:szCs w:val="18"/>
    </w:rPr>
  </w:style>
  <w:style w:type="paragraph" w:styleId="Subttulo">
    <w:name w:val="Subtitle"/>
    <w:basedOn w:val="Normal"/>
    <w:link w:val="SubttuloCar"/>
    <w:uiPriority w:val="11"/>
    <w:rsid w:val="008B4379"/>
    <w:pPr>
      <w:spacing w:after="200"/>
      <w:contextualSpacing w:val="0"/>
    </w:pPr>
    <w:rPr>
      <w:i/>
      <w:iCs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B4379"/>
    <w:rPr>
      <w:i/>
      <w:iCs/>
      <w:color w:val="B13F9A" w:themeColor="text2"/>
      <w:spacing w:val="5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8B4379"/>
    <w:rPr>
      <w:i/>
      <w:iCs/>
      <w:color w:val="892D4D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8B4379"/>
    <w:rPr>
      <w:b/>
      <w:bCs/>
      <w:i/>
      <w:iCs/>
      <w:color w:val="874295" w:themeColor="accent2" w:themeShade="BF"/>
    </w:rPr>
  </w:style>
  <w:style w:type="paragraph" w:styleId="Ttulo">
    <w:name w:val="Title"/>
    <w:basedOn w:val="Normal"/>
    <w:link w:val="TtuloCar"/>
    <w:uiPriority w:val="10"/>
    <w:rsid w:val="008B4379"/>
    <w:pPr>
      <w:spacing w:after="200"/>
      <w:contextualSpacing w:val="0"/>
    </w:pPr>
    <w:rPr>
      <w:rFonts w:asciiTheme="majorHAnsi" w:eastAsiaTheme="majorEastAsia" w:hAnsiTheme="majorHAnsi" w:cstheme="majorBidi"/>
      <w:smallCaps/>
      <w:color w:val="B83D68" w:themeColor="accent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8B4379"/>
    <w:rPr>
      <w:rFonts w:asciiTheme="majorHAnsi" w:eastAsiaTheme="majorEastAsia" w:hAnsiTheme="majorHAnsi" w:cstheme="majorBidi"/>
      <w:smallCaps/>
      <w:color w:val="B83D68" w:themeColor="accent1"/>
      <w:spacing w:val="10"/>
      <w:sz w:val="48"/>
      <w:szCs w:val="48"/>
    </w:rPr>
  </w:style>
  <w:style w:type="numbering" w:customStyle="1" w:styleId="Listanumerada">
    <w:name w:val="Lista numerada"/>
    <w:uiPriority w:val="99"/>
    <w:rsid w:val="008B4379"/>
    <w:pPr>
      <w:numPr>
        <w:numId w:val="9"/>
      </w:numPr>
    </w:pPr>
  </w:style>
  <w:style w:type="numbering" w:customStyle="1" w:styleId="Listaconvietas1">
    <w:name w:val="Lista con viñetas1"/>
    <w:uiPriority w:val="99"/>
    <w:rsid w:val="008B4379"/>
    <w:pPr>
      <w:numPr>
        <w:numId w:val="10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B4379"/>
    <w:pPr>
      <w:spacing w:line="240" w:lineRule="auto"/>
    </w:pPr>
    <w:rPr>
      <w:rFonts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379"/>
    <w:rPr>
      <w:rFonts w:eastAsiaTheme="minorEastAsia" w:hAnsi="Tahoma" w:cstheme="minorBidi"/>
      <w:color w:val="B13F9A" w:themeColor="text2"/>
      <w:sz w:val="16"/>
      <w:szCs w:val="16"/>
      <w:lang w:val="es-ES"/>
    </w:rPr>
  </w:style>
  <w:style w:type="paragraph" w:styleId="Listaconvietas">
    <w:name w:val="List Bullet"/>
    <w:basedOn w:val="Sangranormal"/>
    <w:uiPriority w:val="99"/>
    <w:unhideWhenUsed/>
    <w:rsid w:val="008B4379"/>
    <w:pPr>
      <w:numPr>
        <w:numId w:val="23"/>
      </w:numPr>
    </w:pPr>
  </w:style>
  <w:style w:type="paragraph" w:customStyle="1" w:styleId="Nombre">
    <w:name w:val="Nombre"/>
    <w:basedOn w:val="Normal"/>
    <w:uiPriority w:val="2"/>
    <w:qFormat/>
    <w:rsid w:val="008B4379"/>
    <w:rPr>
      <w:caps/>
      <w:color w:val="FFFFFF" w:themeColor="background1"/>
      <w:sz w:val="44"/>
      <w:szCs w:val="44"/>
    </w:rPr>
  </w:style>
  <w:style w:type="paragraph" w:customStyle="1" w:styleId="Direccindelremitente">
    <w:name w:val="Dirección del remitente"/>
    <w:basedOn w:val="Normal"/>
    <w:uiPriority w:val="3"/>
    <w:semiHidden/>
    <w:unhideWhenUsed/>
    <w:qFormat/>
    <w:rsid w:val="008B4379"/>
    <w:pPr>
      <w:spacing w:line="240" w:lineRule="auto"/>
    </w:pPr>
    <w:rPr>
      <w:color w:val="FFFFFF" w:themeColor="background1"/>
      <w:sz w:val="22"/>
      <w:szCs w:val="22"/>
    </w:rPr>
  </w:style>
  <w:style w:type="paragraph" w:styleId="Sinespaciado">
    <w:name w:val="No Spacing"/>
    <w:link w:val="SinespaciadoCar"/>
    <w:uiPriority w:val="1"/>
    <w:unhideWhenUsed/>
    <w:qFormat/>
    <w:rsid w:val="008B4379"/>
    <w:pPr>
      <w:spacing w:after="0" w:line="240" w:lineRule="auto"/>
    </w:pPr>
    <w:rPr>
      <w:rFonts w:eastAsiaTheme="minorEastAsia" w:cstheme="minorBidi"/>
      <w:color w:val="842F73" w:themeColor="text2" w:themeShade="BF"/>
      <w:sz w:val="20"/>
      <w:szCs w:val="20"/>
      <w:lang w:val="es-ES"/>
    </w:rPr>
  </w:style>
  <w:style w:type="paragraph" w:styleId="Saludo">
    <w:name w:val="Salutation"/>
    <w:basedOn w:val="Sangranormal"/>
    <w:next w:val="Normal"/>
    <w:link w:val="SaludoCar"/>
    <w:uiPriority w:val="3"/>
    <w:unhideWhenUsed/>
    <w:qFormat/>
    <w:rsid w:val="008B4379"/>
    <w:pPr>
      <w:spacing w:after="200"/>
      <w:ind w:left="0"/>
      <w:contextualSpacing w:val="0"/>
    </w:pPr>
    <w:rPr>
      <w:b/>
      <w:bCs/>
      <w:color w:val="842F73" w:themeColor="text2" w:themeShade="BF"/>
    </w:rPr>
  </w:style>
  <w:style w:type="character" w:customStyle="1" w:styleId="SaludoCar">
    <w:name w:val="Saludo Car"/>
    <w:basedOn w:val="Fuentedeprrafopredeter"/>
    <w:link w:val="Saludo"/>
    <w:uiPriority w:val="3"/>
    <w:rsid w:val="008B4379"/>
    <w:rPr>
      <w:b/>
      <w:bCs/>
      <w:color w:val="842F73" w:themeColor="text2" w:themeShade="BF"/>
      <w:sz w:val="20"/>
    </w:rPr>
  </w:style>
  <w:style w:type="paragraph" w:customStyle="1" w:styleId="Direccindeldestinatario">
    <w:name w:val="Dirección del destinatario"/>
    <w:basedOn w:val="Sinespaciado"/>
    <w:uiPriority w:val="2"/>
    <w:unhideWhenUsed/>
    <w:qFormat/>
    <w:rsid w:val="008B4379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Cierre">
    <w:name w:val="Closing"/>
    <w:basedOn w:val="Sinespaciado"/>
    <w:link w:val="CierreCar"/>
    <w:uiPriority w:val="3"/>
    <w:unhideWhenUsed/>
    <w:qFormat/>
    <w:rsid w:val="008B4379"/>
    <w:pPr>
      <w:spacing w:before="960" w:after="960"/>
      <w:ind w:right="2520"/>
    </w:pPr>
  </w:style>
  <w:style w:type="character" w:customStyle="1" w:styleId="CierreCar">
    <w:name w:val="Cierre Car"/>
    <w:basedOn w:val="Fuentedeprrafopredeter"/>
    <w:link w:val="Cierre"/>
    <w:uiPriority w:val="3"/>
    <w:rsid w:val="008B4379"/>
    <w:rPr>
      <w:rFonts w:eastAsiaTheme="minorEastAsia" w:cstheme="minorBidi"/>
      <w:color w:val="842F73" w:themeColor="text2" w:themeShade="BF"/>
      <w:sz w:val="20"/>
      <w:szCs w:val="20"/>
      <w:lang w:val="es-ES"/>
    </w:rPr>
  </w:style>
  <w:style w:type="paragraph" w:styleId="Fecha">
    <w:name w:val="Date"/>
    <w:basedOn w:val="Normal"/>
    <w:next w:val="Normal"/>
    <w:link w:val="FechaCar"/>
    <w:uiPriority w:val="99"/>
    <w:unhideWhenUsed/>
    <w:rsid w:val="008B4379"/>
    <w:pPr>
      <w:spacing w:after="200"/>
      <w:contextualSpacing w:val="0"/>
    </w:pPr>
    <w:rPr>
      <w:b/>
      <w:bCs/>
      <w:color w:val="B83D68" w:themeColor="accent1"/>
    </w:rPr>
  </w:style>
  <w:style w:type="character" w:customStyle="1" w:styleId="FechaCar">
    <w:name w:val="Fecha Car"/>
    <w:basedOn w:val="Fuentedeprrafopredeter"/>
    <w:link w:val="Fecha"/>
    <w:uiPriority w:val="99"/>
    <w:rsid w:val="008B4379"/>
    <w:rPr>
      <w:rFonts w:eastAsiaTheme="minorEastAsia" w:cstheme="minorBidi"/>
      <w:b/>
      <w:bCs/>
      <w:color w:val="B83D68" w:themeColor="accent1"/>
      <w:sz w:val="20"/>
      <w:szCs w:val="20"/>
      <w:lang w:val="es-ES"/>
    </w:rPr>
  </w:style>
  <w:style w:type="paragraph" w:customStyle="1" w:styleId="Nombredeldestinatario">
    <w:name w:val="Nombre del destinatario"/>
    <w:basedOn w:val="Normal"/>
    <w:unhideWhenUsed/>
    <w:qFormat/>
    <w:rsid w:val="008B4379"/>
    <w:pPr>
      <w:spacing w:before="480" w:line="240" w:lineRule="auto"/>
    </w:pPr>
    <w:rPr>
      <w:b/>
      <w:bCs/>
      <w:color w:val="842F73" w:themeColor="text2" w:themeShade="BF"/>
    </w:rPr>
  </w:style>
  <w:style w:type="character" w:styleId="Textodelmarcadordeposicin">
    <w:name w:val="Placeholder Text"/>
    <w:basedOn w:val="Fuentedeprrafopredeter"/>
    <w:uiPriority w:val="99"/>
    <w:unhideWhenUsed/>
    <w:rsid w:val="008B4379"/>
    <w:rPr>
      <w:color w:val="80808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F1D37"/>
    <w:rPr>
      <w:rFonts w:eastAsiaTheme="minorEastAsia" w:cstheme="minorBidi"/>
      <w:color w:val="842F73" w:themeColor="text2" w:themeShade="BF"/>
      <w:sz w:val="20"/>
      <w:szCs w:val="20"/>
      <w:lang w:val="es-ES"/>
    </w:rPr>
  </w:style>
  <w:style w:type="paragraph" w:styleId="Prrafodelista">
    <w:name w:val="List Paragraph"/>
    <w:basedOn w:val="Normal"/>
    <w:uiPriority w:val="6"/>
    <w:unhideWhenUsed/>
    <w:qFormat/>
    <w:rsid w:val="001D546A"/>
    <w:pPr>
      <w:ind w:left="720"/>
    </w:p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CC0C40"/>
    <w:pPr>
      <w:keepNext/>
      <w:keepLines/>
      <w:spacing w:before="480" w:after="0"/>
      <w:outlineLvl w:val="9"/>
    </w:pPr>
    <w:rPr>
      <w:rFonts w:ascii="Calibri" w:eastAsia="Times New Roman" w:hAnsi="Calibri" w:cs="Times New Roman"/>
      <w:b/>
      <w:bCs/>
      <w:smallCaps w:val="0"/>
      <w:color w:val="720000"/>
      <w:spacing w:val="0"/>
      <w:sz w:val="28"/>
      <w:szCs w:val="28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1F4C45"/>
    <w:rPr>
      <w:color w:val="FFDE66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3082\Orie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BDEC3FEC7B4C49B4D3552F925C6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F567D-54EC-415E-BA02-5705410F7421}"/>
      </w:docPartPr>
      <w:docPartBody>
        <w:p w:rsidR="00A83EC7" w:rsidRDefault="00D2425D" w:rsidP="00D2425D">
          <w:pPr>
            <w:pStyle w:val="02BDEC3FEC7B4C49B4D3552F925C6D81"/>
          </w:pPr>
          <w:r>
            <w:rPr>
              <w:b/>
              <w:bCs/>
              <w:color w:val="1F497D" w:themeColor="text2"/>
              <w:sz w:val="72"/>
              <w:szCs w:val="72"/>
            </w:rPr>
            <w:t>[Escribir el título del documento]</w:t>
          </w:r>
        </w:p>
      </w:docPartBody>
    </w:docPart>
    <w:docPart>
      <w:docPartPr>
        <w:name w:val="A2DF0A9BC7604C40BCD10D8184C77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2379F-8AF1-43CD-BC4F-D9F672D9B71B}"/>
      </w:docPartPr>
      <w:docPartBody>
        <w:p w:rsidR="00A83EC7" w:rsidRDefault="00D2425D" w:rsidP="00D2425D">
          <w:pPr>
            <w:pStyle w:val="A2DF0A9BC7604C40BCD10D8184C77A57"/>
          </w:pPr>
          <w:r>
            <w:rPr>
              <w:b/>
              <w:bCs/>
              <w:color w:val="4F81BD" w:themeColor="accent1"/>
              <w:sz w:val="40"/>
              <w:szCs w:val="40"/>
            </w:rPr>
            <w:t>[Escribir el subtítulo del documento]</w:t>
          </w:r>
        </w:p>
      </w:docPartBody>
    </w:docPart>
    <w:docPart>
      <w:docPartPr>
        <w:name w:val="5B4A37D8242F47AFA3B9FF1DA6CDE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B746F-9F6F-4D71-B428-7EE8F2A64BDE}"/>
      </w:docPartPr>
      <w:docPartBody>
        <w:p w:rsidR="00A83EC7" w:rsidRDefault="00D2425D" w:rsidP="00D2425D">
          <w:pPr>
            <w:pStyle w:val="5B4A37D8242F47AFA3B9FF1DA6CDE348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[Escribir el nombre del autor]</w:t>
          </w:r>
        </w:p>
      </w:docPartBody>
    </w:docPart>
    <w:docPart>
      <w:docPartPr>
        <w:name w:val="86E389D579B44E73B47BD338E41FF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140C-035E-428A-98E8-889D658B1256}"/>
      </w:docPartPr>
      <w:docPartBody>
        <w:p w:rsidR="00A83EC7" w:rsidRDefault="00D2425D" w:rsidP="00D2425D">
          <w:pPr>
            <w:pStyle w:val="86E389D579B44E73B47BD338E41FFB55"/>
          </w:pPr>
          <w:r>
            <w:rPr>
              <w:caps/>
              <w:color w:val="FFFFFF" w:themeColor="background1"/>
              <w:sz w:val="44"/>
              <w:szCs w:val="44"/>
            </w:rPr>
            <w:t>[Escriba su nombre]</w:t>
          </w:r>
        </w:p>
      </w:docPartBody>
    </w:docPart>
    <w:docPart>
      <w:docPartPr>
        <w:name w:val="B62968EF89FF4DDEA6D359E05F5131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4D3C6-56FA-4F10-9202-E61CD76FBDBE}"/>
      </w:docPartPr>
      <w:docPartBody>
        <w:p w:rsidR="00A83EC7" w:rsidRDefault="00D2425D" w:rsidP="00D2425D">
          <w:pPr>
            <w:pStyle w:val="B62968EF89FF4DDEA6D359E05F51311A"/>
          </w:pPr>
          <w:r>
            <w:rPr>
              <w:color w:val="FFFFFF" w:themeColor="background1"/>
            </w:rPr>
            <w:t>[Escriba su dirección]</w:t>
          </w:r>
        </w:p>
      </w:docPartBody>
    </w:docPart>
    <w:docPart>
      <w:docPartPr>
        <w:name w:val="6BE1B1044E0845059613B9E1B3A35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2B569-835A-4339-AFE0-07A016646F24}"/>
      </w:docPartPr>
      <w:docPartBody>
        <w:p w:rsidR="00A83EC7" w:rsidRDefault="00D2425D" w:rsidP="00D2425D">
          <w:pPr>
            <w:pStyle w:val="6BE1B1044E0845059613B9E1B3A35FCD"/>
          </w:pPr>
          <w:r>
            <w:rPr>
              <w:color w:val="FFFFFF" w:themeColor="background1"/>
            </w:rPr>
            <w:t>[Escriba su número de teléfono]</w:t>
          </w:r>
        </w:p>
      </w:docPartBody>
    </w:docPart>
    <w:docPart>
      <w:docPartPr>
        <w:name w:val="67976A552EC14132B444D17336E6A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9A535-D8E6-4D10-9590-0AEC746206D7}"/>
      </w:docPartPr>
      <w:docPartBody>
        <w:p w:rsidR="00A83EC7" w:rsidRDefault="00D2425D" w:rsidP="00D2425D">
          <w:pPr>
            <w:pStyle w:val="67976A552EC14132B444D17336E6AF3B"/>
          </w:pPr>
          <w:r>
            <w:rPr>
              <w:color w:val="FFFFFF" w:themeColor="background1"/>
            </w:rPr>
            <w:t>[Escriba su dirección de correo electrónico]</w:t>
          </w:r>
        </w:p>
      </w:docPartBody>
    </w:docPart>
    <w:docPart>
      <w:docPartPr>
        <w:name w:val="B8F750C81F1A472681556C64753C9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09751D-B362-4D32-ABF4-BEF3AE1DC7F0}"/>
      </w:docPartPr>
      <w:docPartBody>
        <w:p w:rsidR="00A83EC7" w:rsidRDefault="00D2425D" w:rsidP="00D2425D">
          <w:pPr>
            <w:pStyle w:val="B8F750C81F1A472681556C64753C9F0C"/>
          </w:pPr>
          <w:r>
            <w:rPr>
              <w:caps/>
              <w:color w:val="FFFFFF" w:themeColor="background1"/>
              <w:sz w:val="44"/>
              <w:szCs w:val="44"/>
            </w:rPr>
            <w:t>[Escriba su nombre]</w:t>
          </w:r>
        </w:p>
      </w:docPartBody>
    </w:docPart>
    <w:docPart>
      <w:docPartPr>
        <w:name w:val="1E00F30FCF2441EB841046CA485F5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D33B0-A8E3-440D-B779-8C5923B50F04}"/>
      </w:docPartPr>
      <w:docPartBody>
        <w:p w:rsidR="00A83EC7" w:rsidRDefault="00D2425D" w:rsidP="00D2425D">
          <w:pPr>
            <w:pStyle w:val="1E00F30FCF2441EB841046CA485F51F8"/>
          </w:pPr>
          <w:r>
            <w:rPr>
              <w:color w:val="FFFFFF" w:themeColor="background1"/>
            </w:rPr>
            <w:t>[Escriba su dirección]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2425D"/>
    <w:rsid w:val="00A83EC7"/>
    <w:rsid w:val="00D2425D"/>
    <w:rsid w:val="00E40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8215BB81EEC479F85FBB1BE06E0232B">
    <w:name w:val="38215BB81EEC479F85FBB1BE06E0232B"/>
    <w:rsid w:val="00A83EC7"/>
  </w:style>
  <w:style w:type="paragraph" w:customStyle="1" w:styleId="C4027959CE434608969A523DA6B6F47B">
    <w:name w:val="C4027959CE434608969A523DA6B6F47B"/>
    <w:rsid w:val="00A83EC7"/>
  </w:style>
  <w:style w:type="paragraph" w:customStyle="1" w:styleId="116F3497FAA44D7D815EC6231B24E611">
    <w:name w:val="116F3497FAA44D7D815EC6231B24E611"/>
    <w:rsid w:val="00A83EC7"/>
  </w:style>
  <w:style w:type="paragraph" w:customStyle="1" w:styleId="66B86D1F42064F3891CA5241DFAF6496">
    <w:name w:val="66B86D1F42064F3891CA5241DFAF6496"/>
    <w:rsid w:val="00A83EC7"/>
  </w:style>
  <w:style w:type="paragraph" w:customStyle="1" w:styleId="42E2151D01F44284A236F7E85F7A9F69">
    <w:name w:val="42E2151D01F44284A236F7E85F7A9F69"/>
    <w:rsid w:val="00A83EC7"/>
  </w:style>
  <w:style w:type="paragraph" w:customStyle="1" w:styleId="2E1E6F4B2ACF411B8A423738455DC319">
    <w:name w:val="2E1E6F4B2ACF411B8A423738455DC319"/>
    <w:rsid w:val="00A83EC7"/>
  </w:style>
  <w:style w:type="paragraph" w:customStyle="1" w:styleId="B6FB4B833DDD435CB35BDDD029108E49">
    <w:name w:val="B6FB4B833DDD435CB35BDDD029108E49"/>
    <w:rsid w:val="00A83EC7"/>
  </w:style>
  <w:style w:type="paragraph" w:customStyle="1" w:styleId="9D4558740D924910A7F2FAA04746CB42">
    <w:name w:val="9D4558740D924910A7F2FAA04746CB42"/>
    <w:rsid w:val="00A83EC7"/>
  </w:style>
  <w:style w:type="paragraph" w:customStyle="1" w:styleId="5812646039F04A5BB428346AFADF089B">
    <w:name w:val="5812646039F04A5BB428346AFADF089B"/>
    <w:rsid w:val="00A83EC7"/>
  </w:style>
  <w:style w:type="paragraph" w:customStyle="1" w:styleId="12E5C5FA0B09480AA2B8E78145ECF4AE">
    <w:name w:val="12E5C5FA0B09480AA2B8E78145ECF4AE"/>
    <w:rsid w:val="00A83EC7"/>
  </w:style>
  <w:style w:type="paragraph" w:customStyle="1" w:styleId="C5592D55AFCA4C7FB0C10EE3B3324BF9">
    <w:name w:val="C5592D55AFCA4C7FB0C10EE3B3324BF9"/>
    <w:rsid w:val="00A83EC7"/>
  </w:style>
  <w:style w:type="paragraph" w:customStyle="1" w:styleId="C46A964CC7A64277A26A3EDE23E2EA15">
    <w:name w:val="C46A964CC7A64277A26A3EDE23E2EA15"/>
    <w:rsid w:val="00A83EC7"/>
  </w:style>
  <w:style w:type="paragraph" w:customStyle="1" w:styleId="556B27E60C29481EB4C148D19321776A">
    <w:name w:val="556B27E60C29481EB4C148D19321776A"/>
    <w:rsid w:val="00A83EC7"/>
  </w:style>
  <w:style w:type="paragraph" w:customStyle="1" w:styleId="8C6ECB4B49DD45C4A7273B1BD61A64C7">
    <w:name w:val="8C6ECB4B49DD45C4A7273B1BD61A64C7"/>
    <w:rsid w:val="00A83EC7"/>
  </w:style>
  <w:style w:type="paragraph" w:customStyle="1" w:styleId="8C1AF71FBEE54DE5AB3E3842E5A410FC">
    <w:name w:val="8C1AF71FBEE54DE5AB3E3842E5A410FC"/>
    <w:rsid w:val="00A83EC7"/>
  </w:style>
  <w:style w:type="paragraph" w:customStyle="1" w:styleId="D6052446AFEB4759A1E68CD1184D4F63">
    <w:name w:val="D6052446AFEB4759A1E68CD1184D4F63"/>
    <w:rsid w:val="00A83EC7"/>
  </w:style>
  <w:style w:type="paragraph" w:customStyle="1" w:styleId="A3E33ECBC1354AF194FD55DC367D3D16">
    <w:name w:val="A3E33ECBC1354AF194FD55DC367D3D16"/>
    <w:rsid w:val="00A83EC7"/>
  </w:style>
  <w:style w:type="paragraph" w:customStyle="1" w:styleId="9BD5CEE2BC594BBF874C42EF417DF21B">
    <w:name w:val="9BD5CEE2BC594BBF874C42EF417DF21B"/>
    <w:rsid w:val="00A83EC7"/>
  </w:style>
  <w:style w:type="paragraph" w:customStyle="1" w:styleId="CC312CA938494565A0AA78B3DB86232F">
    <w:name w:val="CC312CA938494565A0AA78B3DB86232F"/>
    <w:rsid w:val="00D2425D"/>
  </w:style>
  <w:style w:type="paragraph" w:customStyle="1" w:styleId="8ACFDFBD29824E51BF525FE82EFA6C93">
    <w:name w:val="8ACFDFBD29824E51BF525FE82EFA6C93"/>
    <w:rsid w:val="00D2425D"/>
  </w:style>
  <w:style w:type="paragraph" w:customStyle="1" w:styleId="05B712775A0F4E91BFD0FF35350788BE">
    <w:name w:val="05B712775A0F4E91BFD0FF35350788BE"/>
    <w:rsid w:val="00D2425D"/>
  </w:style>
  <w:style w:type="paragraph" w:customStyle="1" w:styleId="694BFAAB17CA4366B2580887DA393388">
    <w:name w:val="694BFAAB17CA4366B2580887DA393388"/>
    <w:rsid w:val="00D2425D"/>
  </w:style>
  <w:style w:type="paragraph" w:customStyle="1" w:styleId="952F561527084DBE842CC78E2E0DD887">
    <w:name w:val="952F561527084DBE842CC78E2E0DD887"/>
    <w:rsid w:val="00D2425D"/>
  </w:style>
  <w:style w:type="paragraph" w:customStyle="1" w:styleId="111061E498E24513A4055157271AE019">
    <w:name w:val="111061E498E24513A4055157271AE019"/>
    <w:rsid w:val="00D2425D"/>
  </w:style>
  <w:style w:type="paragraph" w:customStyle="1" w:styleId="099D4CF94D4A4C019CB9D78DB3C01958">
    <w:name w:val="099D4CF94D4A4C019CB9D78DB3C01958"/>
    <w:rsid w:val="00D2425D"/>
  </w:style>
  <w:style w:type="paragraph" w:customStyle="1" w:styleId="C9B91FB1F250428E9D8B30E1A258AD95">
    <w:name w:val="C9B91FB1F250428E9D8B30E1A258AD95"/>
    <w:rsid w:val="00D2425D"/>
  </w:style>
  <w:style w:type="paragraph" w:customStyle="1" w:styleId="076E7D656DE74B9FB4280665FCDB1DB6">
    <w:name w:val="076E7D656DE74B9FB4280665FCDB1DB6"/>
    <w:rsid w:val="00D2425D"/>
  </w:style>
  <w:style w:type="paragraph" w:customStyle="1" w:styleId="C729C63AFB734DFD8C76BEDEF03BF234">
    <w:name w:val="C729C63AFB734DFD8C76BEDEF03BF234"/>
    <w:rsid w:val="00D2425D"/>
  </w:style>
  <w:style w:type="paragraph" w:customStyle="1" w:styleId="E80C92139264411384AD4E0CA08000A3">
    <w:name w:val="E80C92139264411384AD4E0CA08000A3"/>
    <w:rsid w:val="00D2425D"/>
  </w:style>
  <w:style w:type="paragraph" w:customStyle="1" w:styleId="B22122B36CD642B38A1E3D8B80C711CB">
    <w:name w:val="B22122B36CD642B38A1E3D8B80C711CB"/>
    <w:rsid w:val="00D2425D"/>
  </w:style>
  <w:style w:type="paragraph" w:customStyle="1" w:styleId="E1466A7E6075453FAECB473C1E10E503">
    <w:name w:val="E1466A7E6075453FAECB473C1E10E503"/>
    <w:rsid w:val="00D2425D"/>
  </w:style>
  <w:style w:type="paragraph" w:customStyle="1" w:styleId="EBE7409F7DED4241B94EA727600E7589">
    <w:name w:val="EBE7409F7DED4241B94EA727600E7589"/>
    <w:rsid w:val="00D2425D"/>
  </w:style>
  <w:style w:type="paragraph" w:customStyle="1" w:styleId="54E216ECADA24F7EAA1F64A3F35ACE74">
    <w:name w:val="54E216ECADA24F7EAA1F64A3F35ACE74"/>
    <w:rsid w:val="00D2425D"/>
  </w:style>
  <w:style w:type="paragraph" w:customStyle="1" w:styleId="29EE1C36771E40E2A1B80346B83B7709">
    <w:name w:val="29EE1C36771E40E2A1B80346B83B7709"/>
    <w:rsid w:val="00D2425D"/>
  </w:style>
  <w:style w:type="paragraph" w:customStyle="1" w:styleId="29587B477DC845BBA5E4A2958597B00F">
    <w:name w:val="29587B477DC845BBA5E4A2958597B00F"/>
    <w:rsid w:val="00D2425D"/>
  </w:style>
  <w:style w:type="paragraph" w:customStyle="1" w:styleId="13708B8BFEED4F888E8A356ABAE3E143">
    <w:name w:val="13708B8BFEED4F888E8A356ABAE3E143"/>
    <w:rsid w:val="00D2425D"/>
  </w:style>
  <w:style w:type="paragraph" w:customStyle="1" w:styleId="725768650DE745EF9439A9F833BB5C21">
    <w:name w:val="725768650DE745EF9439A9F833BB5C21"/>
    <w:rsid w:val="00D2425D"/>
  </w:style>
  <w:style w:type="paragraph" w:customStyle="1" w:styleId="DABF8002C6B043FDB7C94E60A2E6451E">
    <w:name w:val="DABF8002C6B043FDB7C94E60A2E6451E"/>
    <w:rsid w:val="00D2425D"/>
  </w:style>
  <w:style w:type="paragraph" w:customStyle="1" w:styleId="8CBC766A3CAF4125B492D04C17D81B6B">
    <w:name w:val="8CBC766A3CAF4125B492D04C17D81B6B"/>
    <w:rsid w:val="00D2425D"/>
  </w:style>
  <w:style w:type="paragraph" w:customStyle="1" w:styleId="4AC748E6561A41FA9D217D07C221B33B">
    <w:name w:val="4AC748E6561A41FA9D217D07C221B33B"/>
    <w:rsid w:val="00D2425D"/>
  </w:style>
  <w:style w:type="paragraph" w:customStyle="1" w:styleId="02BDEC3FEC7B4C49B4D3552F925C6D81">
    <w:name w:val="02BDEC3FEC7B4C49B4D3552F925C6D81"/>
    <w:rsid w:val="00D2425D"/>
  </w:style>
  <w:style w:type="paragraph" w:customStyle="1" w:styleId="A2DF0A9BC7604C40BCD10D8184C77A57">
    <w:name w:val="A2DF0A9BC7604C40BCD10D8184C77A57"/>
    <w:rsid w:val="00D2425D"/>
  </w:style>
  <w:style w:type="paragraph" w:customStyle="1" w:styleId="5B4A37D8242F47AFA3B9FF1DA6CDE348">
    <w:name w:val="5B4A37D8242F47AFA3B9FF1DA6CDE348"/>
    <w:rsid w:val="00D2425D"/>
  </w:style>
  <w:style w:type="paragraph" w:customStyle="1" w:styleId="86E389D579B44E73B47BD338E41FFB55">
    <w:name w:val="86E389D579B44E73B47BD338E41FFB55"/>
    <w:rsid w:val="00D2425D"/>
  </w:style>
  <w:style w:type="paragraph" w:customStyle="1" w:styleId="B62968EF89FF4DDEA6D359E05F51311A">
    <w:name w:val="B62968EF89FF4DDEA6D359E05F51311A"/>
    <w:rsid w:val="00D2425D"/>
  </w:style>
  <w:style w:type="paragraph" w:customStyle="1" w:styleId="6BE1B1044E0845059613B9E1B3A35FCD">
    <w:name w:val="6BE1B1044E0845059613B9E1B3A35FCD"/>
    <w:rsid w:val="00D2425D"/>
  </w:style>
  <w:style w:type="paragraph" w:customStyle="1" w:styleId="67976A552EC14132B444D17336E6AF3B">
    <w:name w:val="67976A552EC14132B444D17336E6AF3B"/>
    <w:rsid w:val="00D2425D"/>
  </w:style>
  <w:style w:type="paragraph" w:customStyle="1" w:styleId="B8F750C81F1A472681556C64753C9F0C">
    <w:name w:val="B8F750C81F1A472681556C64753C9F0C"/>
    <w:rsid w:val="00D2425D"/>
  </w:style>
  <w:style w:type="paragraph" w:customStyle="1" w:styleId="1E00F30FCF2441EB841046CA485F51F8">
    <w:name w:val="1E00F30FCF2441EB841046CA485F51F8"/>
    <w:rsid w:val="00D2425D"/>
  </w:style>
  <w:style w:type="paragraph" w:customStyle="1" w:styleId="A030228FEB22446084E0EE4372E93D1B">
    <w:name w:val="A030228FEB22446084E0EE4372E93D1B"/>
    <w:rsid w:val="00D2425D"/>
  </w:style>
  <w:style w:type="paragraph" w:customStyle="1" w:styleId="A44595F472DB40FF88AF6AC93E1740F4">
    <w:name w:val="A44595F472DB40FF88AF6AC93E1740F4"/>
    <w:rsid w:val="00D242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pulento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ujo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3AE7FB-248E-4275-8DBE-A653F53FB4D2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OrielResume</Template>
  <TotalTime>0</TotalTime>
  <Pages>3</Pages>
  <Words>421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Currículum </vt:lpstr>
      <vt:lpstr>2005</vt:lpstr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Currículum</dc:title>
  <dc:subject>Vitae</dc:subject>
  <dc:creator>Silvia C S</dc:creator>
  <cp:lastModifiedBy>SILVIA</cp:lastModifiedBy>
  <cp:revision>2</cp:revision>
  <dcterms:created xsi:type="dcterms:W3CDTF">2012-11-25T14:27:00Z</dcterms:created>
  <dcterms:modified xsi:type="dcterms:W3CDTF">2012-11-25T14:27:00Z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3082</vt:i4>
  </property>
  <property fmtid="{D5CDD505-2E9C-101B-9397-08002B2CF9AE}" pid="3" name="_Version">
    <vt:lpwstr>0809</vt:lpwstr>
  </property>
</Properties>
</file>